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51CBA77C" w14:textId="5BA6D4E7" w:rsidR="008E12E5" w:rsidRDefault="00273F31" w:rsidP="008E12E5">
      <w:pPr>
        <w:jc w:val="both"/>
        <w:rPr>
          <w:rFonts w:ascii="Arial" w:hAnsi="Arial" w:cs="Arial"/>
          <w:b/>
          <w:sz w:val="20"/>
          <w:szCs w:val="20"/>
        </w:rPr>
      </w:pPr>
      <w:r w:rsidRPr="00273F31">
        <w:rPr>
          <w:rFonts w:ascii="Arial" w:hAnsi="Arial" w:cs="Arial"/>
          <w:b/>
          <w:sz w:val="20"/>
          <w:szCs w:val="20"/>
        </w:rPr>
        <w:t xml:space="preserve">OGGETTO: </w:t>
      </w:r>
      <w:r w:rsidR="007B0C97" w:rsidRPr="007B0C97">
        <w:rPr>
          <w:rFonts w:ascii="Arial" w:hAnsi="Arial" w:cs="Arial"/>
          <w:b/>
          <w:sz w:val="20"/>
          <w:szCs w:val="20"/>
        </w:rPr>
        <w:t>Procedura Aperta n. 16/2023, suddivisa in quattro lotti, da esperirsi mediante Richiesta di Offerta in Busta Chiusa Digitale, gestita interamente per via telematica, da aggiudicarsi con il criterio del prezzo più basso, ai sensi degli artt. 25, 71</w:t>
      </w:r>
      <w:r w:rsidR="004D18DC">
        <w:rPr>
          <w:rFonts w:ascii="Arial" w:hAnsi="Arial" w:cs="Arial"/>
          <w:b/>
          <w:sz w:val="20"/>
          <w:szCs w:val="20"/>
        </w:rPr>
        <w:t>, 155</w:t>
      </w:r>
      <w:r w:rsidR="007B0C97" w:rsidRPr="007B0C97">
        <w:rPr>
          <w:rFonts w:ascii="Arial" w:hAnsi="Arial" w:cs="Arial"/>
          <w:b/>
          <w:sz w:val="20"/>
          <w:szCs w:val="20"/>
        </w:rPr>
        <w:t xml:space="preserve"> e 108 comma 3 del D.lgs. n. 36/2023</w:t>
      </w:r>
      <w:r w:rsidR="00237571">
        <w:rPr>
          <w:rFonts w:ascii="Arial" w:hAnsi="Arial" w:cs="Arial"/>
          <w:b/>
          <w:sz w:val="20"/>
          <w:szCs w:val="20"/>
        </w:rPr>
        <w:t xml:space="preserve"> e s.m.i.</w:t>
      </w:r>
      <w:r w:rsidR="007B0C97" w:rsidRPr="007B0C97">
        <w:rPr>
          <w:rFonts w:ascii="Arial" w:hAnsi="Arial" w:cs="Arial"/>
          <w:b/>
          <w:sz w:val="20"/>
          <w:szCs w:val="20"/>
        </w:rPr>
        <w:t>, per l’affidamento della fornitura di Metano CNG per autotrazione presso distributori stradali med</w:t>
      </w:r>
      <w:r w:rsidR="00B96560">
        <w:rPr>
          <w:rFonts w:ascii="Arial" w:hAnsi="Arial" w:cs="Arial"/>
          <w:b/>
          <w:sz w:val="20"/>
          <w:szCs w:val="20"/>
        </w:rPr>
        <w:t xml:space="preserve">iante </w:t>
      </w:r>
      <w:proofErr w:type="spellStart"/>
      <w:r w:rsidR="00B96560">
        <w:rPr>
          <w:rFonts w:ascii="Arial" w:hAnsi="Arial" w:cs="Arial"/>
          <w:b/>
          <w:sz w:val="20"/>
          <w:szCs w:val="20"/>
        </w:rPr>
        <w:t>fuel</w:t>
      </w:r>
      <w:proofErr w:type="spellEnd"/>
      <w:r w:rsidR="00B96560">
        <w:rPr>
          <w:rFonts w:ascii="Arial" w:hAnsi="Arial" w:cs="Arial"/>
          <w:b/>
          <w:sz w:val="20"/>
          <w:szCs w:val="20"/>
        </w:rPr>
        <w:t xml:space="preserve"> card.  - Lotto n. 1 </w:t>
      </w:r>
      <w:r w:rsidR="007B0C97" w:rsidRPr="007B0C97">
        <w:rPr>
          <w:rFonts w:ascii="Arial" w:hAnsi="Arial" w:cs="Arial"/>
          <w:b/>
          <w:sz w:val="20"/>
          <w:szCs w:val="20"/>
        </w:rPr>
        <w:t>CIG: A0172D887B; Lotto n. 2 CIG: A0172EEAA2; Lotto n. 3 CIG: A0172FB</w:t>
      </w:r>
      <w:r w:rsidR="008E12E5">
        <w:rPr>
          <w:rFonts w:ascii="Arial" w:hAnsi="Arial" w:cs="Arial"/>
          <w:b/>
          <w:sz w:val="20"/>
          <w:szCs w:val="20"/>
        </w:rPr>
        <w:t xml:space="preserve">55E; </w:t>
      </w:r>
      <w:r w:rsidR="008E12E5" w:rsidRPr="003D5E98">
        <w:rPr>
          <w:rFonts w:ascii="Arial" w:hAnsi="Arial" w:cs="Arial"/>
          <w:b/>
          <w:sz w:val="20"/>
          <w:szCs w:val="20"/>
        </w:rPr>
        <w:t>Lotto n. 4 CIG: A01730B293 - CPV 09120000-6</w:t>
      </w:r>
    </w:p>
    <w:p w14:paraId="0A740520" w14:textId="761CA0B2" w:rsidR="00273F31" w:rsidRPr="00273F31" w:rsidRDefault="00273F31" w:rsidP="00273F31">
      <w:pPr>
        <w:jc w:val="both"/>
        <w:rPr>
          <w:rFonts w:ascii="Arial" w:hAnsi="Arial" w:cs="Arial"/>
          <w:sz w:val="20"/>
          <w:szCs w:val="20"/>
        </w:rPr>
      </w:pPr>
    </w:p>
    <w:p w14:paraId="7BD2F247" w14:textId="77777777" w:rsidR="007B0C97" w:rsidRDefault="007B0C97" w:rsidP="00273F31">
      <w:pPr>
        <w:ind w:left="1134" w:hanging="1134"/>
        <w:jc w:val="center"/>
        <w:rPr>
          <w:rFonts w:ascii="Arial" w:hAnsi="Arial" w:cs="Arial"/>
          <w:b/>
          <w:sz w:val="20"/>
          <w:szCs w:val="20"/>
        </w:rPr>
      </w:pPr>
    </w:p>
    <w:p w14:paraId="1FF55067" w14:textId="075AED1B" w:rsidR="00273F31" w:rsidRPr="00273F31" w:rsidRDefault="007B0C97" w:rsidP="00273F31">
      <w:pPr>
        <w:ind w:left="1134" w:hanging="1134"/>
        <w:jc w:val="center"/>
        <w:rPr>
          <w:rFonts w:ascii="Arial" w:hAnsi="Arial" w:cs="Arial"/>
          <w:sz w:val="20"/>
          <w:szCs w:val="20"/>
        </w:rPr>
      </w:pPr>
      <w:r>
        <w:rPr>
          <w:rFonts w:ascii="Arial" w:hAnsi="Arial" w:cs="Arial"/>
          <w:b/>
          <w:sz w:val="20"/>
          <w:szCs w:val="20"/>
        </w:rPr>
        <w:t>Bando di gara n. 16</w:t>
      </w:r>
      <w:r w:rsidR="00F05D3B">
        <w:rPr>
          <w:rFonts w:ascii="Arial" w:hAnsi="Arial" w:cs="Arial"/>
          <w:b/>
          <w:sz w:val="20"/>
          <w:szCs w:val="20"/>
        </w:rPr>
        <w:t>/</w:t>
      </w:r>
      <w:r w:rsidR="00273F31" w:rsidRPr="00273F31">
        <w:rPr>
          <w:rFonts w:ascii="Arial" w:hAnsi="Arial" w:cs="Arial"/>
          <w:b/>
          <w:sz w:val="20"/>
          <w:szCs w:val="20"/>
        </w:rPr>
        <w:t>2023</w:t>
      </w:r>
      <w:r>
        <w:rPr>
          <w:rFonts w:ascii="Arial" w:hAnsi="Arial" w:cs="Arial"/>
          <w:b/>
          <w:sz w:val="20"/>
          <w:szCs w:val="20"/>
        </w:rPr>
        <w:t xml:space="preserve"> </w:t>
      </w:r>
    </w:p>
    <w:p w14:paraId="32FC1D92" w14:textId="77777777" w:rsidR="003D1EFB" w:rsidRPr="001D5EB3" w:rsidRDefault="003D1EFB" w:rsidP="00F772D4">
      <w:pPr>
        <w:spacing w:line="360" w:lineRule="auto"/>
        <w:jc w:val="both"/>
        <w:rPr>
          <w:rFonts w:ascii="Arial" w:hAnsi="Arial" w:cs="Arial"/>
          <w:sz w:val="20"/>
          <w:szCs w:val="20"/>
        </w:rPr>
      </w:pPr>
    </w:p>
    <w:p w14:paraId="47DFD067" w14:textId="6C94798A"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Il sottoscritto/a</w:t>
      </w:r>
      <w:r w:rsidRPr="00F772D4">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bookmarkStart w:id="0" w:name="_GoBack"/>
          <w:r w:rsidRPr="00F772D4">
            <w:rPr>
              <w:rFonts w:ascii="Arial" w:hAnsi="Arial" w:cs="Arial"/>
              <w:sz w:val="20"/>
              <w:szCs w:val="20"/>
            </w:rPr>
            <w:t>.…………</w:t>
          </w:r>
          <w:r w:rsidR="000E3FE4">
            <w:rPr>
              <w:rFonts w:ascii="Arial" w:hAnsi="Arial" w:cs="Arial"/>
              <w:sz w:val="20"/>
              <w:szCs w:val="20"/>
            </w:rPr>
            <w:t>……………………………..</w:t>
          </w:r>
          <w:r w:rsidRPr="00F772D4">
            <w:rPr>
              <w:rFonts w:ascii="Arial" w:hAnsi="Arial" w:cs="Arial"/>
              <w:sz w:val="20"/>
              <w:szCs w:val="20"/>
            </w:rPr>
            <w:t>…………………………………………………</w:t>
          </w:r>
          <w:bookmarkEnd w:id="0"/>
        </w:sdtContent>
      </w:sdt>
    </w:p>
    <w:p w14:paraId="704AC878" w14:textId="425AC0A8"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nato/a </w:t>
      </w:r>
      <w:proofErr w:type="spellStart"/>
      <w:r w:rsidRPr="00F772D4">
        <w:rPr>
          <w:rFonts w:ascii="Arial" w:hAnsi="Arial" w:cs="Arial"/>
          <w:kern w:val="3"/>
          <w:sz w:val="20"/>
          <w:szCs w:val="20"/>
        </w:rPr>
        <w:t>a</w:t>
      </w:r>
      <w:proofErr w:type="spellEnd"/>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r w:rsidRPr="00F772D4">
        <w:rPr>
          <w:rFonts w:ascii="Arial" w:hAnsi="Arial" w:cs="Arial"/>
          <w:kern w:val="3"/>
          <w:sz w:val="20"/>
          <w:szCs w:val="20"/>
        </w:rPr>
        <w:t xml:space="preserve">il </w:t>
      </w:r>
      <w:r w:rsidRPr="00F772D4">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Pr>
              <w:rFonts w:ascii="Arial" w:hAnsi="Arial" w:cs="Arial"/>
              <w:sz w:val="20"/>
              <w:szCs w:val="20"/>
            </w:rPr>
            <w:t>.………</w:t>
          </w:r>
          <w:r w:rsidRPr="00F772D4">
            <w:rPr>
              <w:rFonts w:ascii="Arial" w:hAnsi="Arial" w:cs="Arial"/>
              <w:sz w:val="20"/>
              <w:szCs w:val="20"/>
            </w:rPr>
            <w:t>……………………………</w:t>
          </w:r>
        </w:sdtContent>
      </w:sdt>
    </w:p>
    <w:p w14:paraId="7FF9A79D" w14:textId="7367E743"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in qualità di (carica sociale)</w:t>
      </w:r>
      <w:r w:rsidRPr="00F772D4">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w:t>
      </w:r>
    </w:p>
    <w:p w14:paraId="27A03456" w14:textId="078C1926"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della società </w:t>
      </w:r>
      <w:r w:rsidRPr="00F772D4">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Pr>
              <w:rFonts w:ascii="Arial" w:hAnsi="Arial" w:cs="Arial"/>
              <w:sz w:val="20"/>
              <w:szCs w:val="20"/>
            </w:rPr>
            <w:t>.…………</w:t>
          </w:r>
          <w:r w:rsidRPr="00F772D4">
            <w:rPr>
              <w:rFonts w:ascii="Arial" w:hAnsi="Arial" w:cs="Arial"/>
              <w:sz w:val="20"/>
              <w:szCs w:val="20"/>
            </w:rPr>
            <w:t>…………………………………………………….………………………………</w:t>
          </w:r>
        </w:sdtContent>
      </w:sdt>
    </w:p>
    <w:p w14:paraId="48049C49" w14:textId="2DC5F301"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sede legale</w:t>
      </w:r>
      <w:r w:rsidRPr="00F772D4">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Pr>
              <w:rFonts w:ascii="Arial" w:hAnsi="Arial" w:cs="Arial"/>
              <w:sz w:val="20"/>
              <w:szCs w:val="20"/>
            </w:rPr>
            <w:t>.……</w:t>
          </w:r>
          <w:r w:rsidRPr="00F772D4">
            <w:rPr>
              <w:rFonts w:ascii="Arial" w:hAnsi="Arial" w:cs="Arial"/>
              <w:sz w:val="20"/>
              <w:szCs w:val="20"/>
            </w:rPr>
            <w:t>……………………………………………………………….………………………………</w:t>
          </w:r>
        </w:sdtContent>
      </w:sdt>
    </w:p>
    <w:p w14:paraId="73EC7C93" w14:textId="3A8456E5"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sede operativa </w:t>
      </w:r>
      <w:r w:rsidRPr="00F772D4">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Pr>
              <w:rFonts w:ascii="Arial" w:hAnsi="Arial" w:cs="Arial"/>
              <w:sz w:val="20"/>
              <w:szCs w:val="20"/>
            </w:rPr>
            <w:t>.………</w:t>
          </w:r>
          <w:r w:rsidRPr="00F772D4">
            <w:rPr>
              <w:rFonts w:ascii="Arial" w:hAnsi="Arial" w:cs="Arial"/>
              <w:sz w:val="20"/>
              <w:szCs w:val="20"/>
            </w:rPr>
            <w:t>……………………………………………………………………………………</w:t>
          </w:r>
        </w:sdtContent>
      </w:sdt>
    </w:p>
    <w:p w14:paraId="52740E5C" w14:textId="4CB89567"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Codice Fiscale </w:t>
      </w:r>
      <w:r w:rsidRPr="00F772D4">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Pr>
              <w:rFonts w:ascii="Arial" w:hAnsi="Arial" w:cs="Arial"/>
              <w:sz w:val="20"/>
              <w:szCs w:val="20"/>
            </w:rPr>
            <w:t>.……</w:t>
          </w:r>
          <w:r w:rsidRPr="00F772D4">
            <w:rPr>
              <w:rFonts w:ascii="Arial" w:hAnsi="Arial" w:cs="Arial"/>
              <w:sz w:val="20"/>
              <w:szCs w:val="20"/>
            </w:rPr>
            <w:t>………………………………………………………………………………………</w:t>
          </w:r>
        </w:sdtContent>
      </w:sdt>
    </w:p>
    <w:p w14:paraId="4957BC1C" w14:textId="56747F64"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 xml:space="preserve">Partita IVA </w:t>
      </w:r>
      <w:r w:rsidRPr="00F772D4">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n. telefono </w:t>
      </w:r>
      <w:r w:rsidRPr="00F772D4">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F772D4">
            <w:rPr>
              <w:rFonts w:ascii="Arial" w:hAnsi="Arial" w:cs="Arial"/>
              <w:sz w:val="20"/>
              <w:szCs w:val="20"/>
            </w:rPr>
            <w:t>.…………………………………</w:t>
          </w:r>
        </w:sdtContent>
      </w:sdt>
    </w:p>
    <w:p w14:paraId="45D84C19" w14:textId="3A9ED340"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indirizzo posta elettronica</w:t>
      </w:r>
      <w:r w:rsidRPr="00F772D4">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r w:rsidRPr="00F772D4">
        <w:rPr>
          <w:rFonts w:ascii="Arial" w:hAnsi="Arial" w:cs="Arial"/>
          <w:kern w:val="3"/>
          <w:sz w:val="20"/>
          <w:szCs w:val="20"/>
        </w:rPr>
        <w:t>; PEC:</w:t>
      </w:r>
      <w:r w:rsidRPr="00F772D4">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Pr>
              <w:rFonts w:ascii="Arial" w:hAnsi="Arial" w:cs="Arial"/>
              <w:sz w:val="20"/>
              <w:szCs w:val="20"/>
            </w:rPr>
            <w:t>.………………………………</w:t>
          </w:r>
          <w:r w:rsidRPr="00F772D4">
            <w:rPr>
              <w:rFonts w:ascii="Arial" w:hAnsi="Arial" w:cs="Arial"/>
              <w:sz w:val="20"/>
              <w:szCs w:val="20"/>
            </w:rPr>
            <w:t>………………</w:t>
          </w:r>
        </w:sdtContent>
      </w:sdt>
    </w:p>
    <w:p w14:paraId="0CEB814D" w14:textId="77777777" w:rsidR="00F772D4" w:rsidRDefault="00F772D4" w:rsidP="00F66185">
      <w:pPr>
        <w:jc w:val="both"/>
        <w:rPr>
          <w:rFonts w:ascii="Arial" w:hAnsi="Arial" w:cs="Arial"/>
          <w:b/>
          <w:bCs/>
          <w:color w:val="000000"/>
          <w:sz w:val="20"/>
          <w:szCs w:val="20"/>
        </w:rPr>
      </w:pPr>
    </w:p>
    <w:p w14:paraId="6B567731" w14:textId="77777777" w:rsidR="00EB67C4" w:rsidRDefault="00EB67C4" w:rsidP="00F772D4">
      <w:pPr>
        <w:jc w:val="center"/>
        <w:rPr>
          <w:rFonts w:ascii="Arial" w:hAnsi="Arial" w:cs="Arial"/>
          <w:b/>
          <w:bCs/>
          <w:color w:val="000000"/>
          <w:sz w:val="20"/>
          <w:szCs w:val="20"/>
        </w:rPr>
      </w:pPr>
    </w:p>
    <w:p w14:paraId="3577E76B" w14:textId="2159CC96" w:rsidR="00F66185" w:rsidRDefault="00F772D4" w:rsidP="00F772D4">
      <w:pPr>
        <w:jc w:val="center"/>
        <w:rPr>
          <w:rFonts w:ascii="Arial" w:hAnsi="Arial" w:cs="Arial"/>
          <w:color w:val="000000"/>
          <w:sz w:val="20"/>
          <w:szCs w:val="20"/>
        </w:rPr>
      </w:pPr>
      <w:r>
        <w:rPr>
          <w:rFonts w:ascii="Arial" w:hAnsi="Arial" w:cs="Arial"/>
          <w:b/>
          <w:bCs/>
          <w:color w:val="000000"/>
          <w:sz w:val="20"/>
          <w:szCs w:val="20"/>
        </w:rPr>
        <w:t xml:space="preserve">soggetto che presenta l’offerta </w:t>
      </w:r>
      <w:r w:rsidR="007B0C97">
        <w:rPr>
          <w:rFonts w:ascii="Arial" w:hAnsi="Arial" w:cs="Arial"/>
          <w:b/>
          <w:bCs/>
          <w:color w:val="000000"/>
          <w:sz w:val="20"/>
          <w:szCs w:val="20"/>
        </w:rPr>
        <w:t xml:space="preserve">per il LOTTO </w:t>
      </w:r>
      <w:sdt>
        <w:sdtPr>
          <w:rPr>
            <w:rFonts w:ascii="Arial" w:hAnsi="Arial" w:cs="Arial"/>
            <w:sz w:val="20"/>
            <w:szCs w:val="20"/>
          </w:rPr>
          <w:id w:val="251315899"/>
          <w:placeholder>
            <w:docPart w:val="62506EFBC0AF47CEA9966024B80240BA"/>
          </w:placeholder>
        </w:sdtPr>
        <w:sdtEndPr/>
        <w:sdtContent>
          <w:r w:rsidR="007B0C97" w:rsidRPr="00F772D4">
            <w:rPr>
              <w:rFonts w:ascii="Arial" w:hAnsi="Arial" w:cs="Arial"/>
              <w:sz w:val="20"/>
              <w:szCs w:val="20"/>
            </w:rPr>
            <w:t>………………………</w:t>
          </w:r>
        </w:sdtContent>
      </w:sdt>
      <w:r w:rsidR="007B0C97" w:rsidRPr="00F772D4">
        <w:rPr>
          <w:rFonts w:ascii="Arial" w:hAnsi="Arial" w:cs="Arial"/>
          <w:i/>
          <w:kern w:val="3"/>
          <w:sz w:val="20"/>
          <w:szCs w:val="20"/>
        </w:rPr>
        <w:t xml:space="preserve"> </w:t>
      </w:r>
      <w:r w:rsidR="00F66185" w:rsidRPr="00F66185">
        <w:rPr>
          <w:rFonts w:ascii="Arial" w:hAnsi="Arial" w:cs="Arial"/>
          <w:b/>
          <w:bCs/>
          <w:color w:val="000000"/>
          <w:sz w:val="20"/>
          <w:szCs w:val="20"/>
        </w:rPr>
        <w:t>nella sua qualità di:</w:t>
      </w:r>
      <w:r w:rsidR="00F66185" w:rsidRPr="00F66185">
        <w:rPr>
          <w:rFonts w:ascii="Arial" w:hAnsi="Arial" w:cs="Arial"/>
          <w:sz w:val="20"/>
          <w:szCs w:val="20"/>
        </w:rPr>
        <w:t xml:space="preserve"> </w:t>
      </w:r>
      <w:r w:rsidR="00F66185" w:rsidRPr="00F66185">
        <w:rPr>
          <w:rFonts w:ascii="Arial" w:hAnsi="Arial" w:cs="Arial"/>
          <w:color w:val="000000"/>
          <w:sz w:val="20"/>
          <w:szCs w:val="20"/>
        </w:rPr>
        <w:t>(barrare la casella che interessa)</w:t>
      </w:r>
    </w:p>
    <w:p w14:paraId="41D517F4" w14:textId="77777777" w:rsidR="00BB501E" w:rsidRDefault="00BB501E" w:rsidP="00F772D4">
      <w:pPr>
        <w:jc w:val="center"/>
        <w:rPr>
          <w:rFonts w:ascii="Arial" w:hAnsi="Arial" w:cs="Arial"/>
          <w:color w:val="000000"/>
          <w:sz w:val="20"/>
          <w:szCs w:val="20"/>
        </w:rPr>
      </w:pPr>
    </w:p>
    <w:p w14:paraId="0C87BCE9" w14:textId="77777777" w:rsidR="00F772D4" w:rsidRPr="00F66185" w:rsidRDefault="00F772D4" w:rsidP="00F772D4">
      <w:pPr>
        <w:jc w:val="center"/>
        <w:rPr>
          <w:rFonts w:ascii="Arial" w:hAnsi="Arial" w:cs="Arial"/>
          <w:sz w:val="20"/>
          <w:szCs w:val="20"/>
        </w:rPr>
      </w:pPr>
    </w:p>
    <w:p w14:paraId="171B39B7" w14:textId="3D5D5D67" w:rsidR="00F66185" w:rsidRPr="00F66185" w:rsidRDefault="00F86334"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Titolare o Legale rappresentante</w:t>
      </w:r>
      <w:r w:rsidR="00F66185">
        <w:rPr>
          <w:rFonts w:ascii="Arial" w:hAnsi="Arial" w:cs="Arial"/>
          <w:color w:val="000000"/>
          <w:sz w:val="20"/>
          <w:szCs w:val="20"/>
        </w:rPr>
        <w:t xml:space="preserve"> </w:t>
      </w:r>
    </w:p>
    <w:p w14:paraId="2859CBFE" w14:textId="7A656301" w:rsidR="00F66185" w:rsidRDefault="00F86334"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Procuratore speciale / generale</w:t>
      </w:r>
    </w:p>
    <w:p w14:paraId="551C7223" w14:textId="77777777" w:rsidR="002108E1" w:rsidRPr="00F66185" w:rsidRDefault="002108E1" w:rsidP="000E3FE4">
      <w:pPr>
        <w:autoSpaceDE w:val="0"/>
        <w:autoSpaceDN w:val="0"/>
        <w:adjustRightInd w:val="0"/>
        <w:jc w:val="both"/>
        <w:rPr>
          <w:rFonts w:ascii="Arial" w:hAnsi="Arial" w:cs="Arial"/>
          <w:color w:val="000000"/>
          <w:sz w:val="20"/>
          <w:szCs w:val="20"/>
        </w:rPr>
      </w:pPr>
    </w:p>
    <w:p w14:paraId="5D5B9BA4" w14:textId="08FC1E89" w:rsidR="00F66185" w:rsidRDefault="002108E1" w:rsidP="000E3FE4">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per</w:t>
      </w:r>
      <w:r w:rsidR="00F66185" w:rsidRPr="00F66185">
        <w:rPr>
          <w:rFonts w:ascii="Arial" w:hAnsi="Arial" w:cs="Arial"/>
          <w:b/>
          <w:bCs/>
          <w:color w:val="000000"/>
          <w:sz w:val="20"/>
          <w:szCs w:val="20"/>
        </w:rPr>
        <w:t>:</w:t>
      </w:r>
      <w:r w:rsidR="00F66185">
        <w:rPr>
          <w:rFonts w:ascii="Arial" w:hAnsi="Arial" w:cs="Arial"/>
          <w:b/>
          <w:bCs/>
          <w:color w:val="000000"/>
          <w:sz w:val="20"/>
          <w:szCs w:val="20"/>
        </w:rPr>
        <w:t xml:space="preserve"> </w:t>
      </w:r>
      <w:r w:rsidR="00F66185" w:rsidRPr="00F66185">
        <w:rPr>
          <w:rFonts w:ascii="Arial" w:hAnsi="Arial" w:cs="Arial"/>
          <w:color w:val="000000"/>
          <w:sz w:val="20"/>
          <w:szCs w:val="20"/>
        </w:rPr>
        <w:t>(barrare la casella che interessa)</w:t>
      </w:r>
    </w:p>
    <w:p w14:paraId="7B0E70DB" w14:textId="77777777" w:rsidR="00F66185" w:rsidRPr="00F66185" w:rsidRDefault="00F66185" w:rsidP="000E3FE4">
      <w:pPr>
        <w:autoSpaceDE w:val="0"/>
        <w:autoSpaceDN w:val="0"/>
        <w:adjustRightInd w:val="0"/>
        <w:jc w:val="both"/>
        <w:rPr>
          <w:rFonts w:ascii="Arial" w:hAnsi="Arial" w:cs="Arial"/>
          <w:color w:val="000000"/>
          <w:sz w:val="20"/>
          <w:szCs w:val="20"/>
        </w:rPr>
      </w:pPr>
    </w:p>
    <w:p w14:paraId="1E6EC3D6" w14:textId="77777777" w:rsidR="00F66185" w:rsidRP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Impresa individuale (D.Lgs. 36/2023 art. 65 – comma 2 - lett. a);</w:t>
      </w:r>
    </w:p>
    <w:p w14:paraId="4B70F8A7" w14:textId="58671165" w:rsidR="00F772D4" w:rsidRP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Consorzio fra società cooperativa di produzione e lavoro (D.Lgs. 36/2023 art. 65 – comma 2 - lett. b);</w:t>
      </w:r>
    </w:p>
    <w:p w14:paraId="742E4323" w14:textId="28762B47" w:rsidR="00F772D4" w:rsidRP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Consorzio tra imprese artigiane (D.Lgs. 36/2023 art. 65 – comma 2 - lett. c);</w:t>
      </w:r>
    </w:p>
    <w:p w14:paraId="619E7895" w14:textId="77777777" w:rsidR="00F66185" w:rsidRP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Consorzio stabile (D.Lgs. 36/2023 art. 65 – comma 2 - lett. d);</w:t>
      </w:r>
    </w:p>
    <w:p w14:paraId="64BA8692" w14:textId="5E076050" w:rsid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Mandataria di un raggruppamento temporaneo (D.Lgs. 36/2023 art. 65 – comma 2 - lett. e);</w:t>
      </w:r>
    </w:p>
    <w:p w14:paraId="62C969B3" w14:textId="22F643BE" w:rsidR="00F66185" w:rsidRPr="00F66185" w:rsidRDefault="00F66185"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5C91A84A" w14:textId="3FC8FC22"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 </w:t>
      </w:r>
      <w:r w:rsidRPr="00F66185">
        <w:rPr>
          <w:rFonts w:ascii="Arial" w:hAnsi="Arial" w:cs="Arial"/>
          <w:color w:val="000000"/>
          <w:sz w:val="20"/>
          <w:szCs w:val="20"/>
        </w:rPr>
        <w:t xml:space="preserve">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63E8EFFC" w14:textId="77777777" w:rsidR="00F66185" w:rsidRDefault="00F86334"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Mandataria di un consorzio ordinario (D.Lgs. 36/2023 art. 65 – comma 2 - lett. f);</w:t>
      </w:r>
    </w:p>
    <w:p w14:paraId="389BEAEB" w14:textId="774D43D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121929AD" w14:textId="2E1F1B4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469480386"/>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3D7EB686" w14:textId="77777777" w:rsidR="00F66185" w:rsidRDefault="00F86334"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Aggregazione di imprese di rete (D.Lgs. 36/2023 art. 65 – comma 2 - lett. g);</w:t>
      </w:r>
    </w:p>
    <w:p w14:paraId="660A15F2" w14:textId="77777777" w:rsidR="00D4744D" w:rsidRDefault="00D4744D"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w:t>
      </w:r>
      <w:r>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dotata di un organo comune con potere di rappresentanza e di soggettività giuridica;</w:t>
      </w:r>
    </w:p>
    <w:p w14:paraId="2BB3E658" w14:textId="77777777"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lastRenderedPageBreak/>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 xml:space="preserve">dotata di un organo comune con potere di rappresentanza ma priva di soggettività giuridica; </w:t>
      </w:r>
    </w:p>
    <w:p w14:paraId="4DECD40E" w14:textId="4BFC0EC4"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F66185">
            <w:rPr>
              <w:rFonts w:ascii="Segoe UI Symbol" w:eastAsia="MS Gothic" w:hAnsi="Segoe UI Symbol" w:cs="Segoe UI Symbol"/>
              <w:color w:val="000000"/>
              <w:sz w:val="20"/>
              <w:szCs w:val="20"/>
            </w:rPr>
            <w:t>☐</w:t>
          </w:r>
        </w:sdtContent>
      </w:sdt>
      <w:r w:rsidRPr="00F66185">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F66185" w:rsidRDefault="00F86334"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F66185">
            <w:rPr>
              <w:rFonts w:ascii="Segoe UI Symbol" w:eastAsia="MS Gothic" w:hAnsi="Segoe UI Symbol" w:cs="Segoe UI Symbol"/>
              <w:color w:val="000000"/>
              <w:sz w:val="20"/>
              <w:szCs w:val="20"/>
            </w:rPr>
            <w:t>☐</w:t>
          </w:r>
        </w:sdtContent>
      </w:sdt>
      <w:r w:rsidR="00D4744D" w:rsidRPr="00F66185">
        <w:rPr>
          <w:rFonts w:ascii="Arial" w:hAnsi="Arial" w:cs="Arial"/>
          <w:color w:val="000000"/>
          <w:sz w:val="20"/>
          <w:szCs w:val="20"/>
        </w:rPr>
        <w:t xml:space="preserve"> </w:t>
      </w:r>
      <w:r w:rsidR="00F66185" w:rsidRPr="00F66185">
        <w:rPr>
          <w:rFonts w:ascii="Arial" w:hAnsi="Arial" w:cs="Arial"/>
          <w:color w:val="000000"/>
          <w:sz w:val="20"/>
          <w:szCs w:val="20"/>
          <w:lang w:val="en-US"/>
        </w:rPr>
        <w:t>GEIE (D.Lgs. 36/2023 art. 65 – comma 2 - lett. h);</w:t>
      </w:r>
    </w:p>
    <w:p w14:paraId="6C6FA80D" w14:textId="77777777" w:rsidR="00F66185" w:rsidRDefault="00F66185" w:rsidP="00A543B2">
      <w:pPr>
        <w:pStyle w:val="LetteraTipo"/>
        <w:jc w:val="both"/>
        <w:rPr>
          <w:b/>
        </w:rPr>
      </w:pPr>
    </w:p>
    <w:p w14:paraId="34A7F64D" w14:textId="77777777" w:rsidR="00BB501E" w:rsidRDefault="00BB501E" w:rsidP="00A543B2">
      <w:pPr>
        <w:pStyle w:val="LetteraTipo"/>
        <w:jc w:val="both"/>
        <w:rPr>
          <w:b/>
        </w:rPr>
      </w:pPr>
    </w:p>
    <w:p w14:paraId="0F52C8AF" w14:textId="6D5D9B44" w:rsidR="00F66185" w:rsidRPr="00EF014A" w:rsidRDefault="00165531" w:rsidP="00EF014A">
      <w:pPr>
        <w:jc w:val="center"/>
        <w:rPr>
          <w:rFonts w:ascii="Arial" w:hAnsi="Arial" w:cs="Arial"/>
          <w:b/>
          <w:sz w:val="20"/>
          <w:szCs w:val="20"/>
        </w:rPr>
      </w:pPr>
      <w:r w:rsidRPr="00EF014A">
        <w:rPr>
          <w:rFonts w:ascii="Arial" w:hAnsi="Arial" w:cs="Arial"/>
          <w:b/>
          <w:sz w:val="20"/>
          <w:szCs w:val="20"/>
        </w:rPr>
        <w:t>DICHIARA / DICHIARANO CONGIUNTAMENTE</w:t>
      </w:r>
    </w:p>
    <w:p w14:paraId="207BB506" w14:textId="44DC6632" w:rsidR="006170A8" w:rsidRPr="00EF014A" w:rsidRDefault="006170A8" w:rsidP="00EF014A">
      <w:pPr>
        <w:jc w:val="center"/>
        <w:rPr>
          <w:rFonts w:ascii="Arial" w:hAnsi="Arial" w:cs="Arial"/>
          <w:b/>
          <w:sz w:val="20"/>
          <w:szCs w:val="20"/>
        </w:rPr>
      </w:pPr>
      <w:r w:rsidRPr="00EF014A">
        <w:rPr>
          <w:rFonts w:ascii="Arial" w:hAnsi="Arial" w:cs="Arial"/>
          <w:b/>
          <w:sz w:val="20"/>
          <w:szCs w:val="20"/>
        </w:rPr>
        <w:t>CHE LA/E MEDESIMA/E</w:t>
      </w:r>
    </w:p>
    <w:p w14:paraId="75E9938C" w14:textId="5C5D9445" w:rsidR="00F66185" w:rsidRDefault="006170A8" w:rsidP="00EF014A">
      <w:pPr>
        <w:jc w:val="center"/>
        <w:rPr>
          <w:rFonts w:ascii="Arial" w:hAnsi="Arial" w:cs="Arial"/>
          <w:b/>
          <w:sz w:val="20"/>
          <w:szCs w:val="20"/>
        </w:rPr>
      </w:pPr>
      <w:r w:rsidRPr="00EF014A">
        <w:rPr>
          <w:rFonts w:ascii="Arial" w:hAnsi="Arial" w:cs="Arial"/>
          <w:b/>
          <w:sz w:val="20"/>
          <w:szCs w:val="20"/>
        </w:rPr>
        <w:t>S</w:t>
      </w:r>
      <w:r w:rsidR="00165531" w:rsidRPr="00EF014A">
        <w:rPr>
          <w:rFonts w:ascii="Arial" w:hAnsi="Arial" w:cs="Arial"/>
          <w:b/>
          <w:sz w:val="20"/>
          <w:szCs w:val="20"/>
        </w:rPr>
        <w:t>I OBBLIG</w:t>
      </w:r>
      <w:r w:rsidRPr="00EF014A">
        <w:rPr>
          <w:rFonts w:ascii="Arial" w:hAnsi="Arial" w:cs="Arial"/>
          <w:b/>
          <w:sz w:val="20"/>
          <w:szCs w:val="20"/>
        </w:rPr>
        <w:t>A/NO</w:t>
      </w:r>
    </w:p>
    <w:p w14:paraId="2AA0B4A0" w14:textId="77777777" w:rsidR="00BB501E" w:rsidRPr="00EF014A" w:rsidRDefault="00BB501E" w:rsidP="00EF014A">
      <w:pPr>
        <w:jc w:val="center"/>
        <w:rPr>
          <w:rFonts w:ascii="Arial" w:hAnsi="Arial" w:cs="Arial"/>
          <w:b/>
          <w:sz w:val="20"/>
          <w:szCs w:val="20"/>
        </w:rPr>
      </w:pPr>
    </w:p>
    <w:p w14:paraId="0D0E108F" w14:textId="77777777" w:rsidR="006170A8" w:rsidRPr="00EF014A" w:rsidRDefault="006170A8" w:rsidP="00EF014A">
      <w:pPr>
        <w:rPr>
          <w:rFonts w:ascii="Arial" w:hAnsi="Arial" w:cs="Arial"/>
          <w:sz w:val="20"/>
          <w:szCs w:val="20"/>
        </w:rPr>
      </w:pPr>
    </w:p>
    <w:p w14:paraId="40BBFFCE" w14:textId="77777777" w:rsidR="008832B0" w:rsidRPr="00EF014A" w:rsidRDefault="005E7630" w:rsidP="00EF014A">
      <w:pPr>
        <w:rPr>
          <w:rFonts w:ascii="Arial" w:hAnsi="Arial" w:cs="Arial"/>
          <w:sz w:val="20"/>
          <w:szCs w:val="20"/>
        </w:rPr>
      </w:pPr>
      <w:r w:rsidRPr="00EF014A">
        <w:rPr>
          <w:rFonts w:ascii="Arial" w:hAnsi="Arial" w:cs="Arial"/>
          <w:sz w:val="20"/>
          <w:szCs w:val="20"/>
        </w:rPr>
        <w:t>ad eseguire l’appalto</w:t>
      </w:r>
      <w:r w:rsidR="00BC596A" w:rsidRPr="00EF014A">
        <w:rPr>
          <w:rFonts w:ascii="Arial" w:hAnsi="Arial" w:cs="Arial"/>
          <w:sz w:val="20"/>
          <w:szCs w:val="20"/>
        </w:rPr>
        <w:t xml:space="preserve"> in oggetto </w:t>
      </w:r>
      <w:r w:rsidR="00A16E99" w:rsidRPr="00EF014A">
        <w:rPr>
          <w:rFonts w:ascii="Arial" w:hAnsi="Arial" w:cs="Arial"/>
          <w:sz w:val="20"/>
          <w:szCs w:val="20"/>
        </w:rPr>
        <w:t>secondo quanto prescrit</w:t>
      </w:r>
      <w:r w:rsidR="007024ED" w:rsidRPr="00EF014A">
        <w:rPr>
          <w:rFonts w:ascii="Arial" w:hAnsi="Arial" w:cs="Arial"/>
          <w:sz w:val="20"/>
          <w:szCs w:val="20"/>
        </w:rPr>
        <w:t>to dalla documentazione tecnica</w:t>
      </w:r>
      <w:r w:rsidR="00A16E99" w:rsidRPr="00EF014A">
        <w:rPr>
          <w:rFonts w:ascii="Arial" w:hAnsi="Arial" w:cs="Arial"/>
          <w:sz w:val="20"/>
          <w:szCs w:val="20"/>
        </w:rPr>
        <w:t xml:space="preserve"> alle seguenti condizioni:</w:t>
      </w:r>
    </w:p>
    <w:p w14:paraId="4BD43747" w14:textId="07515EAD" w:rsidR="008832B0" w:rsidRPr="00EF014A" w:rsidRDefault="00A16E99" w:rsidP="00EF014A">
      <w:pPr>
        <w:rPr>
          <w:rFonts w:ascii="Arial" w:hAnsi="Arial" w:cs="Arial"/>
          <w:sz w:val="20"/>
          <w:szCs w:val="20"/>
        </w:rPr>
      </w:pPr>
      <w:r w:rsidRPr="00EF014A">
        <w:rPr>
          <w:rFonts w:ascii="Arial" w:hAnsi="Arial" w:cs="Arial"/>
          <w:sz w:val="20"/>
          <w:szCs w:val="20"/>
        </w:rPr>
        <w:t xml:space="preserve"> </w:t>
      </w:r>
    </w:p>
    <w:p w14:paraId="6E636579" w14:textId="514D4252" w:rsidR="002E45D6" w:rsidRPr="00EF014A" w:rsidRDefault="0084531D" w:rsidP="00EF014A">
      <w:pPr>
        <w:rPr>
          <w:rFonts w:ascii="Arial" w:hAnsi="Arial" w:cs="Arial"/>
          <w:sz w:val="20"/>
          <w:szCs w:val="20"/>
        </w:rPr>
      </w:pPr>
      <w:r w:rsidRPr="0084531D">
        <w:rPr>
          <w:rFonts w:ascii="Arial" w:hAnsi="Arial" w:cs="Arial"/>
          <w:sz w:val="20"/>
          <w:szCs w:val="20"/>
        </w:rPr>
        <w:t xml:space="preserve">ribasso </w:t>
      </w:r>
      <w:r w:rsidR="00273F31" w:rsidRPr="00EF014A">
        <w:rPr>
          <w:rFonts w:ascii="Arial" w:hAnsi="Arial" w:cs="Arial"/>
          <w:sz w:val="20"/>
          <w:szCs w:val="20"/>
        </w:rPr>
        <w:t xml:space="preserve">offerto, </w:t>
      </w:r>
      <w:r>
        <w:rPr>
          <w:rFonts w:ascii="Arial" w:hAnsi="Arial" w:cs="Arial"/>
          <w:sz w:val="20"/>
          <w:szCs w:val="20"/>
        </w:rPr>
        <w:t xml:space="preserve">espresso in centesimi di euro (€) </w:t>
      </w:r>
      <w:r w:rsidR="002E45D6" w:rsidRPr="00EF014A">
        <w:rPr>
          <w:rFonts w:ascii="Arial" w:hAnsi="Arial" w:cs="Arial"/>
          <w:i/>
          <w:sz w:val="20"/>
          <w:szCs w:val="20"/>
        </w:rPr>
        <w:t xml:space="preserve">(in cifre): </w:t>
      </w:r>
      <w:sdt>
        <w:sdtPr>
          <w:rPr>
            <w:rFonts w:ascii="Arial" w:hAnsi="Arial" w:cs="Arial"/>
            <w:sz w:val="20"/>
            <w:szCs w:val="20"/>
          </w:rPr>
          <w:id w:val="711007770"/>
          <w:placeholder>
            <w:docPart w:val="14BA016B85C74214B12A7BC8DB6D8235"/>
          </w:placeholder>
        </w:sdtPr>
        <w:sdtEndPr/>
        <w:sdtContent>
          <w:r w:rsidR="00D00D8F" w:rsidRPr="00EF014A">
            <w:rPr>
              <w:rFonts w:ascii="Arial" w:hAnsi="Arial" w:cs="Arial"/>
              <w:sz w:val="20"/>
              <w:szCs w:val="20"/>
            </w:rPr>
            <w:t>………………………………….….……………………………………………..………………</w:t>
          </w:r>
        </w:sdtContent>
      </w:sdt>
    </w:p>
    <w:p w14:paraId="51D5B248" w14:textId="77777777" w:rsidR="008832B0" w:rsidRPr="00EF014A" w:rsidRDefault="008832B0" w:rsidP="00EF014A">
      <w:pPr>
        <w:rPr>
          <w:rFonts w:ascii="Arial" w:hAnsi="Arial" w:cs="Arial"/>
          <w:sz w:val="20"/>
          <w:szCs w:val="20"/>
        </w:rPr>
      </w:pPr>
    </w:p>
    <w:p w14:paraId="0596E4DB" w14:textId="49BB4971" w:rsidR="00D00D8F" w:rsidRPr="00EF014A" w:rsidRDefault="0084531D" w:rsidP="00EF014A">
      <w:pPr>
        <w:rPr>
          <w:rFonts w:ascii="Arial" w:hAnsi="Arial" w:cs="Arial"/>
          <w:i/>
          <w:sz w:val="20"/>
          <w:szCs w:val="20"/>
        </w:rPr>
      </w:pPr>
      <w:r w:rsidRPr="0084531D">
        <w:rPr>
          <w:rFonts w:ascii="Arial" w:hAnsi="Arial" w:cs="Arial"/>
          <w:sz w:val="20"/>
          <w:szCs w:val="20"/>
        </w:rPr>
        <w:t xml:space="preserve">ribasso offerto, espresso in centesimi di euro (€) </w:t>
      </w:r>
      <w:r w:rsidR="00D00D8F" w:rsidRPr="00EF014A">
        <w:rPr>
          <w:rFonts w:ascii="Arial" w:hAnsi="Arial" w:cs="Arial"/>
          <w:i/>
          <w:sz w:val="20"/>
          <w:szCs w:val="20"/>
        </w:rPr>
        <w:t xml:space="preserve">(in </w:t>
      </w:r>
      <w:r w:rsidR="002E45D6" w:rsidRPr="00EF014A">
        <w:rPr>
          <w:rFonts w:ascii="Arial" w:hAnsi="Arial" w:cs="Arial"/>
          <w:i/>
          <w:sz w:val="20"/>
          <w:szCs w:val="20"/>
        </w:rPr>
        <w:t>lettere</w:t>
      </w:r>
      <w:r w:rsidR="00D00D8F" w:rsidRPr="00EF014A">
        <w:rPr>
          <w:rFonts w:ascii="Arial" w:hAnsi="Arial" w:cs="Arial"/>
          <w:i/>
          <w:sz w:val="20"/>
          <w:szCs w:val="20"/>
        </w:rPr>
        <w:t>)</w:t>
      </w:r>
    </w:p>
    <w:p w14:paraId="7638BAA8" w14:textId="08D667F3" w:rsidR="002E45D6" w:rsidRPr="00EF014A" w:rsidRDefault="00F86334" w:rsidP="00EF014A">
      <w:pPr>
        <w:rPr>
          <w:rFonts w:ascii="Arial" w:hAnsi="Arial" w:cs="Arial"/>
          <w:i/>
          <w:sz w:val="20"/>
          <w:szCs w:val="20"/>
        </w:rPr>
      </w:pPr>
      <w:sdt>
        <w:sdtPr>
          <w:rPr>
            <w:rFonts w:ascii="Arial" w:hAnsi="Arial" w:cs="Arial"/>
            <w:sz w:val="20"/>
            <w:szCs w:val="20"/>
          </w:rPr>
          <w:id w:val="-1175713676"/>
          <w:placeholder>
            <w:docPart w:val="F7BAA1139C49484C9B00C360E1C825B2"/>
          </w:placeholder>
        </w:sdtPr>
        <w:sdtEndPr/>
        <w:sdtContent>
          <w:r w:rsidR="00D00D8F" w:rsidRPr="00EF014A">
            <w:rPr>
              <w:rFonts w:ascii="Arial" w:hAnsi="Arial" w:cs="Arial"/>
              <w:sz w:val="20"/>
              <w:szCs w:val="20"/>
            </w:rPr>
            <w:t>………………………………….….……………………………………………..………………</w:t>
          </w:r>
        </w:sdtContent>
      </w:sdt>
    </w:p>
    <w:p w14:paraId="65FC1A94" w14:textId="77777777" w:rsidR="008B72AB" w:rsidRDefault="008B72AB" w:rsidP="00EF014A">
      <w:pPr>
        <w:rPr>
          <w:rFonts w:ascii="Arial" w:hAnsi="Arial" w:cs="Arial"/>
          <w:b/>
          <w:sz w:val="20"/>
          <w:szCs w:val="20"/>
        </w:rPr>
      </w:pPr>
    </w:p>
    <w:p w14:paraId="60D88874" w14:textId="7669DE95" w:rsidR="00C74846" w:rsidRDefault="00B96560" w:rsidP="008B72AB">
      <w:pPr>
        <w:jc w:val="both"/>
        <w:rPr>
          <w:rFonts w:ascii="Arial" w:hAnsi="Arial" w:cs="Arial"/>
          <w:b/>
          <w:sz w:val="20"/>
          <w:szCs w:val="20"/>
        </w:rPr>
      </w:pPr>
      <w:r w:rsidRPr="00B96560">
        <w:rPr>
          <w:rFonts w:ascii="Arial" w:hAnsi="Arial" w:cs="Arial"/>
          <w:b/>
          <w:sz w:val="20"/>
          <w:szCs w:val="20"/>
        </w:rPr>
        <w:t xml:space="preserve">da applicare al prezzo €/KG del Metano GNC in modalità “SERVITO” posto a base di gara, </w:t>
      </w:r>
      <w:r w:rsidRPr="00B96560">
        <w:rPr>
          <w:rFonts w:ascii="Arial" w:hAnsi="Arial" w:cs="Arial"/>
          <w:sz w:val="20"/>
          <w:szCs w:val="20"/>
        </w:rPr>
        <w:t>stimato sulla base del prezzo medio nazionale Servito – settimana 2-8 agosto, pubblicato su Staffetta quotidiana</w:t>
      </w:r>
      <w:r w:rsidR="00AF6C72">
        <w:rPr>
          <w:rFonts w:ascii="Arial" w:hAnsi="Arial" w:cs="Arial"/>
          <w:b/>
          <w:sz w:val="20"/>
          <w:szCs w:val="20"/>
        </w:rPr>
        <w:t>, pari a € 1,403</w:t>
      </w:r>
      <w:r w:rsidRPr="00B96560">
        <w:rPr>
          <w:rFonts w:ascii="Arial" w:hAnsi="Arial" w:cs="Arial"/>
          <w:b/>
          <w:sz w:val="20"/>
          <w:szCs w:val="20"/>
        </w:rPr>
        <w:t>.</w:t>
      </w:r>
    </w:p>
    <w:p w14:paraId="0B282658" w14:textId="77777777" w:rsidR="008321F7" w:rsidRDefault="008321F7" w:rsidP="008B72AB">
      <w:pPr>
        <w:jc w:val="both"/>
        <w:rPr>
          <w:rFonts w:ascii="Arial" w:hAnsi="Arial" w:cs="Arial"/>
          <w:b/>
          <w:sz w:val="20"/>
          <w:szCs w:val="20"/>
        </w:rPr>
      </w:pPr>
    </w:p>
    <w:p w14:paraId="1E53B81E" w14:textId="1C1DE54B" w:rsidR="008321F7" w:rsidRDefault="008321F7" w:rsidP="008321F7">
      <w:pPr>
        <w:jc w:val="center"/>
        <w:rPr>
          <w:rFonts w:ascii="Arial" w:hAnsi="Arial" w:cs="Arial"/>
          <w:b/>
          <w:sz w:val="20"/>
          <w:szCs w:val="20"/>
        </w:rPr>
      </w:pPr>
      <w:r w:rsidRPr="008321F7">
        <w:rPr>
          <w:rFonts w:ascii="Arial" w:hAnsi="Arial" w:cs="Arial"/>
          <w:b/>
          <w:sz w:val="20"/>
          <w:szCs w:val="20"/>
        </w:rPr>
        <w:t>DICHIARA / DICHIARANO CONGIUNTAMENTE</w:t>
      </w:r>
    </w:p>
    <w:p w14:paraId="41F23760" w14:textId="04434282" w:rsidR="008321F7" w:rsidRDefault="008321F7" w:rsidP="008321F7">
      <w:pPr>
        <w:jc w:val="center"/>
        <w:rPr>
          <w:rFonts w:ascii="Arial" w:hAnsi="Arial" w:cs="Arial"/>
          <w:b/>
          <w:sz w:val="20"/>
          <w:szCs w:val="20"/>
        </w:rPr>
      </w:pPr>
      <w:r>
        <w:rPr>
          <w:rFonts w:ascii="Arial" w:hAnsi="Arial" w:cs="Arial"/>
          <w:b/>
          <w:sz w:val="20"/>
          <w:szCs w:val="20"/>
        </w:rPr>
        <w:t>CHE</w:t>
      </w:r>
    </w:p>
    <w:p w14:paraId="0D0A4A0C" w14:textId="77777777" w:rsidR="008321F7" w:rsidRDefault="008321F7" w:rsidP="008B72AB">
      <w:pPr>
        <w:jc w:val="both"/>
        <w:rPr>
          <w:rFonts w:ascii="Arial" w:hAnsi="Arial" w:cs="Arial"/>
          <w:b/>
          <w:sz w:val="20"/>
          <w:szCs w:val="20"/>
        </w:rPr>
      </w:pPr>
    </w:p>
    <w:p w14:paraId="1655561B" w14:textId="77777777" w:rsidR="00642D74" w:rsidRPr="00642D74" w:rsidRDefault="008321F7" w:rsidP="008321F7">
      <w:pPr>
        <w:rPr>
          <w:rFonts w:ascii="Arial" w:hAnsi="Arial" w:cs="Arial"/>
          <w:sz w:val="20"/>
          <w:szCs w:val="20"/>
        </w:rPr>
      </w:pPr>
      <w:r w:rsidRPr="00642D74">
        <w:rPr>
          <w:rFonts w:ascii="Arial" w:hAnsi="Arial" w:cs="Arial"/>
          <w:sz w:val="20"/>
          <w:szCs w:val="20"/>
        </w:rPr>
        <w:t xml:space="preserve">il valore “d” di cui </w:t>
      </w:r>
      <w:r w:rsidR="00246E5D" w:rsidRPr="00642D74">
        <w:rPr>
          <w:rFonts w:ascii="Arial" w:hAnsi="Arial" w:cs="Arial"/>
          <w:sz w:val="20"/>
          <w:szCs w:val="20"/>
        </w:rPr>
        <w:t xml:space="preserve">agli </w:t>
      </w:r>
      <w:r w:rsidRPr="00642D74">
        <w:rPr>
          <w:rFonts w:ascii="Arial" w:hAnsi="Arial" w:cs="Arial"/>
          <w:sz w:val="20"/>
          <w:szCs w:val="20"/>
        </w:rPr>
        <w:t>ar</w:t>
      </w:r>
      <w:r w:rsidR="00246E5D" w:rsidRPr="00642D74">
        <w:rPr>
          <w:rFonts w:ascii="Arial" w:hAnsi="Arial" w:cs="Arial"/>
          <w:sz w:val="20"/>
          <w:szCs w:val="20"/>
        </w:rPr>
        <w:t>t</w:t>
      </w:r>
      <w:r w:rsidRPr="00642D74">
        <w:rPr>
          <w:rFonts w:ascii="Arial" w:hAnsi="Arial" w:cs="Arial"/>
          <w:sz w:val="20"/>
          <w:szCs w:val="20"/>
        </w:rPr>
        <w:t>t. 7 e 12 del Capitolato Speciale è</w:t>
      </w:r>
    </w:p>
    <w:p w14:paraId="1EC9796B" w14:textId="77777777" w:rsidR="00642D74" w:rsidRPr="00642D74" w:rsidRDefault="00642D74" w:rsidP="008321F7">
      <w:pPr>
        <w:rPr>
          <w:rFonts w:ascii="Arial" w:hAnsi="Arial" w:cs="Arial"/>
          <w:sz w:val="20"/>
          <w:szCs w:val="20"/>
        </w:rPr>
      </w:pPr>
    </w:p>
    <w:p w14:paraId="0C0620AD" w14:textId="5AC8FE64" w:rsidR="008321F7" w:rsidRPr="00642D74" w:rsidRDefault="008321F7" w:rsidP="008321F7">
      <w:pPr>
        <w:rPr>
          <w:rFonts w:ascii="Arial" w:hAnsi="Arial" w:cs="Arial"/>
          <w:i/>
          <w:sz w:val="20"/>
          <w:szCs w:val="20"/>
        </w:rPr>
      </w:pPr>
      <w:r w:rsidRPr="00642D74">
        <w:rPr>
          <w:rFonts w:ascii="Arial" w:hAnsi="Arial" w:cs="Arial"/>
          <w:sz w:val="20"/>
          <w:szCs w:val="20"/>
        </w:rPr>
        <w:t xml:space="preserve"> </w:t>
      </w:r>
      <w:sdt>
        <w:sdtPr>
          <w:rPr>
            <w:rFonts w:ascii="Arial" w:hAnsi="Arial" w:cs="Arial"/>
            <w:sz w:val="20"/>
            <w:szCs w:val="20"/>
          </w:rPr>
          <w:id w:val="-1395883376"/>
          <w:placeholder>
            <w:docPart w:val="A61E139D90D34CB5A74A498C8C5CDA6F"/>
          </w:placeholder>
        </w:sdtPr>
        <w:sdtEndPr/>
        <w:sdtContent>
          <w:r w:rsidR="00246E5D" w:rsidRPr="00642D74">
            <w:rPr>
              <w:rFonts w:ascii="Arial" w:hAnsi="Arial" w:cs="Arial"/>
              <w:sz w:val="20"/>
              <w:szCs w:val="20"/>
            </w:rPr>
            <w:t>……</w:t>
          </w:r>
          <w:r w:rsidRPr="00642D74">
            <w:rPr>
              <w:rFonts w:ascii="Arial" w:hAnsi="Arial" w:cs="Arial"/>
              <w:sz w:val="20"/>
              <w:szCs w:val="20"/>
            </w:rPr>
            <w:t>………………….….…………</w:t>
          </w:r>
          <w:r w:rsidR="00642D74" w:rsidRPr="00642D74">
            <w:rPr>
              <w:rFonts w:ascii="Arial" w:hAnsi="Arial" w:cs="Arial"/>
              <w:sz w:val="20"/>
              <w:szCs w:val="20"/>
            </w:rPr>
            <w:t>.</w:t>
          </w:r>
          <w:r w:rsidR="00642D74" w:rsidRPr="00642D74">
            <w:rPr>
              <w:rFonts w:ascii="Arial" w:hAnsi="Arial" w:cs="Arial"/>
              <w:i/>
              <w:sz w:val="20"/>
              <w:szCs w:val="20"/>
            </w:rPr>
            <w:t>(in cifre)</w:t>
          </w:r>
        </w:sdtContent>
      </w:sdt>
    </w:p>
    <w:p w14:paraId="176B3D54" w14:textId="77777777" w:rsidR="001E778C" w:rsidRPr="00642D74" w:rsidRDefault="001E778C" w:rsidP="00EF014A">
      <w:pPr>
        <w:rPr>
          <w:rFonts w:ascii="Arial" w:hAnsi="Arial" w:cs="Arial"/>
          <w:b/>
          <w:sz w:val="20"/>
          <w:szCs w:val="20"/>
        </w:rPr>
      </w:pPr>
    </w:p>
    <w:sdt>
      <w:sdtPr>
        <w:rPr>
          <w:rFonts w:ascii="Arial" w:hAnsi="Arial" w:cs="Arial"/>
          <w:sz w:val="20"/>
          <w:szCs w:val="20"/>
        </w:rPr>
        <w:id w:val="-885799190"/>
        <w:placeholder>
          <w:docPart w:val="371E20F56B684403BF6F1BB9DDC462A8"/>
        </w:placeholder>
      </w:sdtPr>
      <w:sdtEndPr/>
      <w:sdtContent>
        <w:p w14:paraId="3A058A4F" w14:textId="018F719F" w:rsidR="00642D74" w:rsidRDefault="00642D74" w:rsidP="00EF014A">
          <w:pPr>
            <w:rPr>
              <w:rFonts w:ascii="Arial" w:hAnsi="Arial" w:cs="Arial"/>
              <w:b/>
              <w:sz w:val="20"/>
              <w:szCs w:val="20"/>
            </w:rPr>
          </w:pPr>
          <w:r w:rsidRPr="00642D74">
            <w:rPr>
              <w:rFonts w:ascii="Arial" w:hAnsi="Arial" w:cs="Arial"/>
              <w:sz w:val="20"/>
              <w:szCs w:val="20"/>
            </w:rPr>
            <w:t>……………………….….……………</w:t>
          </w:r>
          <w:r w:rsidRPr="00642D74">
            <w:rPr>
              <w:rFonts w:ascii="Arial" w:hAnsi="Arial" w:cs="Arial"/>
              <w:i/>
              <w:sz w:val="20"/>
              <w:szCs w:val="20"/>
            </w:rPr>
            <w:t>(in lettere)</w:t>
          </w:r>
        </w:p>
      </w:sdtContent>
    </w:sdt>
    <w:p w14:paraId="7706804E" w14:textId="77777777" w:rsidR="00642D74" w:rsidRDefault="00642D74" w:rsidP="00B96560">
      <w:pPr>
        <w:jc w:val="both"/>
        <w:rPr>
          <w:rFonts w:ascii="Arial" w:hAnsi="Arial" w:cs="Arial"/>
          <w:b/>
          <w:sz w:val="20"/>
          <w:szCs w:val="20"/>
        </w:rPr>
      </w:pPr>
    </w:p>
    <w:p w14:paraId="4749C549" w14:textId="56B11ED6" w:rsidR="003E739B" w:rsidRPr="00EF014A" w:rsidRDefault="00454076" w:rsidP="00B96560">
      <w:pPr>
        <w:jc w:val="both"/>
        <w:rPr>
          <w:rFonts w:ascii="Arial" w:hAnsi="Arial" w:cs="Arial"/>
          <w:sz w:val="20"/>
          <w:szCs w:val="20"/>
        </w:rPr>
      </w:pPr>
      <w:r w:rsidRPr="00F94AD3">
        <w:rPr>
          <w:rFonts w:ascii="Arial" w:hAnsi="Arial" w:cs="Arial"/>
          <w:b/>
          <w:sz w:val="20"/>
          <w:szCs w:val="20"/>
        </w:rPr>
        <w:t>N.B.</w:t>
      </w:r>
      <w:r w:rsidR="00E364AD" w:rsidRPr="00F94AD3">
        <w:rPr>
          <w:rFonts w:ascii="Arial" w:hAnsi="Arial" w:cs="Arial"/>
          <w:b/>
          <w:sz w:val="20"/>
          <w:szCs w:val="20"/>
        </w:rPr>
        <w:t>1</w:t>
      </w:r>
      <w:r w:rsidRPr="00642D74">
        <w:rPr>
          <w:rFonts w:ascii="Arial" w:hAnsi="Arial" w:cs="Arial"/>
          <w:b/>
          <w:sz w:val="20"/>
          <w:szCs w:val="20"/>
        </w:rPr>
        <w:t>:</w:t>
      </w:r>
      <w:r w:rsidR="00950882" w:rsidRPr="00EF014A">
        <w:rPr>
          <w:rFonts w:ascii="Arial" w:hAnsi="Arial" w:cs="Arial"/>
          <w:sz w:val="20"/>
          <w:szCs w:val="20"/>
        </w:rPr>
        <w:t xml:space="preserve"> </w:t>
      </w:r>
      <w:r w:rsidR="003E739B" w:rsidRPr="00EF014A">
        <w:rPr>
          <w:rFonts w:ascii="Arial" w:hAnsi="Arial" w:cs="Arial"/>
          <w:sz w:val="20"/>
          <w:szCs w:val="20"/>
        </w:rPr>
        <w:t>il</w:t>
      </w:r>
      <w:r w:rsidR="00F72063" w:rsidRPr="00EF014A">
        <w:rPr>
          <w:rFonts w:ascii="Arial" w:hAnsi="Arial" w:cs="Arial"/>
          <w:sz w:val="20"/>
          <w:szCs w:val="20"/>
        </w:rPr>
        <w:t xml:space="preserve"> </w:t>
      </w:r>
      <w:r w:rsidR="003E739B" w:rsidRPr="00EF014A">
        <w:rPr>
          <w:rFonts w:ascii="Arial" w:hAnsi="Arial" w:cs="Arial"/>
          <w:sz w:val="20"/>
          <w:szCs w:val="20"/>
        </w:rPr>
        <w:t>periodo di validità dell’offerta, a pena di esclusione dalla gara, non potrà essere inferiore a 180 giorni dalla data</w:t>
      </w:r>
      <w:r w:rsidR="00402097" w:rsidRPr="00EF014A">
        <w:rPr>
          <w:rFonts w:ascii="Arial" w:hAnsi="Arial" w:cs="Arial"/>
          <w:sz w:val="20"/>
          <w:szCs w:val="20"/>
        </w:rPr>
        <w:t xml:space="preserve"> </w:t>
      </w:r>
      <w:r w:rsidR="003E739B" w:rsidRPr="00EF014A">
        <w:rPr>
          <w:rFonts w:ascii="Arial" w:hAnsi="Arial" w:cs="Arial"/>
          <w:sz w:val="20"/>
          <w:szCs w:val="20"/>
        </w:rPr>
        <w:t xml:space="preserve">di scadenza del termine per la presentazione delle offerte. </w:t>
      </w:r>
    </w:p>
    <w:p w14:paraId="2E9A19B8" w14:textId="636CB7AA" w:rsidR="008B418F" w:rsidRDefault="00E364AD" w:rsidP="00B96560">
      <w:pPr>
        <w:jc w:val="both"/>
        <w:rPr>
          <w:rFonts w:ascii="Arial" w:hAnsi="Arial" w:cs="Arial"/>
          <w:sz w:val="20"/>
          <w:szCs w:val="20"/>
        </w:rPr>
      </w:pPr>
      <w:r w:rsidRPr="00F94AD3">
        <w:rPr>
          <w:rFonts w:ascii="Arial" w:hAnsi="Arial" w:cs="Arial"/>
          <w:b/>
          <w:sz w:val="20"/>
          <w:szCs w:val="20"/>
        </w:rPr>
        <w:t>N.B.2</w:t>
      </w:r>
      <w:r w:rsidR="00A64D3E" w:rsidRPr="00F94AD3">
        <w:rPr>
          <w:rFonts w:ascii="Arial" w:hAnsi="Arial" w:cs="Arial"/>
          <w:b/>
          <w:sz w:val="20"/>
          <w:szCs w:val="20"/>
        </w:rPr>
        <w:t>:</w:t>
      </w:r>
      <w:r w:rsidR="00A64D3E" w:rsidRPr="00EF014A">
        <w:rPr>
          <w:rFonts w:ascii="Arial" w:hAnsi="Arial" w:cs="Arial"/>
          <w:sz w:val="20"/>
          <w:szCs w:val="20"/>
        </w:rPr>
        <w:t xml:space="preserve"> In caso di mancat</w:t>
      </w:r>
      <w:r w:rsidR="008321F7">
        <w:rPr>
          <w:rFonts w:ascii="Arial" w:hAnsi="Arial" w:cs="Arial"/>
          <w:sz w:val="20"/>
          <w:szCs w:val="20"/>
        </w:rPr>
        <w:t>a corrispondenza tra il ribasso</w:t>
      </w:r>
      <w:r w:rsidR="00642D74">
        <w:rPr>
          <w:rFonts w:ascii="Arial" w:hAnsi="Arial" w:cs="Arial"/>
          <w:sz w:val="20"/>
          <w:szCs w:val="20"/>
        </w:rPr>
        <w:t>/valore</w:t>
      </w:r>
      <w:r w:rsidR="00B96560">
        <w:rPr>
          <w:rFonts w:ascii="Arial" w:hAnsi="Arial" w:cs="Arial"/>
          <w:sz w:val="20"/>
          <w:szCs w:val="20"/>
        </w:rPr>
        <w:t xml:space="preserve"> espresso</w:t>
      </w:r>
      <w:r w:rsidR="00A64D3E" w:rsidRPr="00EF014A">
        <w:rPr>
          <w:rFonts w:ascii="Arial" w:hAnsi="Arial" w:cs="Arial"/>
          <w:sz w:val="20"/>
          <w:szCs w:val="20"/>
        </w:rPr>
        <w:t xml:space="preserve"> in cifre e q</w:t>
      </w:r>
      <w:r w:rsidR="00B96560">
        <w:rPr>
          <w:rFonts w:ascii="Arial" w:hAnsi="Arial" w:cs="Arial"/>
          <w:sz w:val="20"/>
          <w:szCs w:val="20"/>
        </w:rPr>
        <w:t xml:space="preserve">uello espresso in </w:t>
      </w:r>
      <w:r w:rsidR="00A543B2" w:rsidRPr="00EF014A">
        <w:rPr>
          <w:rFonts w:ascii="Arial" w:hAnsi="Arial" w:cs="Arial"/>
          <w:sz w:val="20"/>
          <w:szCs w:val="20"/>
        </w:rPr>
        <w:t>lettere, preva</w:t>
      </w:r>
      <w:r w:rsidR="00B96560">
        <w:rPr>
          <w:rFonts w:ascii="Arial" w:hAnsi="Arial" w:cs="Arial"/>
          <w:sz w:val="20"/>
          <w:szCs w:val="20"/>
        </w:rPr>
        <w:t>rrà quello espresso</w:t>
      </w:r>
      <w:r w:rsidR="00A64D3E" w:rsidRPr="00EF014A">
        <w:rPr>
          <w:rFonts w:ascii="Arial" w:hAnsi="Arial" w:cs="Arial"/>
          <w:sz w:val="20"/>
          <w:szCs w:val="20"/>
        </w:rPr>
        <w:t xml:space="preserve"> in lettere</w:t>
      </w:r>
      <w:r w:rsidR="00454076" w:rsidRPr="00EF014A">
        <w:rPr>
          <w:rFonts w:ascii="Arial" w:hAnsi="Arial" w:cs="Arial"/>
          <w:sz w:val="20"/>
          <w:szCs w:val="20"/>
        </w:rPr>
        <w:t>.</w:t>
      </w:r>
    </w:p>
    <w:p w14:paraId="5CCED7D0" w14:textId="3357D52E" w:rsidR="00642D74" w:rsidRPr="00642D74" w:rsidRDefault="00642D74" w:rsidP="00B96560">
      <w:pPr>
        <w:jc w:val="both"/>
        <w:rPr>
          <w:rFonts w:ascii="Arial" w:hAnsi="Arial" w:cs="Arial"/>
          <w:sz w:val="20"/>
          <w:szCs w:val="20"/>
        </w:rPr>
      </w:pPr>
      <w:r>
        <w:rPr>
          <w:rFonts w:ascii="Arial" w:hAnsi="Arial" w:cs="Arial"/>
          <w:b/>
          <w:sz w:val="20"/>
          <w:szCs w:val="20"/>
        </w:rPr>
        <w:t xml:space="preserve">N.B.3: </w:t>
      </w:r>
      <w:r>
        <w:rPr>
          <w:rFonts w:ascii="Arial" w:hAnsi="Arial" w:cs="Arial"/>
          <w:sz w:val="20"/>
          <w:szCs w:val="20"/>
        </w:rPr>
        <w:t>il valore “d” dichiarato dall’aggiudicatario sarà oggetto di verifica ai sensi dell’art. 7 del CS sulla base delle informazioni fornite nel “Piano di distribuzione dei punti di riferimento” prodotto nella documentazione amministrativa.</w:t>
      </w:r>
    </w:p>
    <w:p w14:paraId="060BF02A" w14:textId="41320312" w:rsidR="00B96560" w:rsidRPr="00B96560" w:rsidRDefault="00642D74" w:rsidP="00B96560">
      <w:pPr>
        <w:pStyle w:val="LetteraTipo"/>
        <w:jc w:val="both"/>
        <w:rPr>
          <w:b/>
        </w:rPr>
      </w:pPr>
      <w:r>
        <w:rPr>
          <w:b/>
        </w:rPr>
        <w:t>N.B.4</w:t>
      </w:r>
      <w:r w:rsidR="00B96560" w:rsidRPr="00B96560">
        <w:rPr>
          <w:b/>
        </w:rPr>
        <w:t xml:space="preserve">: </w:t>
      </w:r>
      <w:r w:rsidR="0084531D">
        <w:t>Il</w:t>
      </w:r>
      <w:r w:rsidR="0084531D" w:rsidRPr="0084531D">
        <w:t xml:space="preserve"> </w:t>
      </w:r>
      <w:r w:rsidR="000B1F96">
        <w:t xml:space="preserve">prezzo </w:t>
      </w:r>
      <w:r w:rsidR="0084531D">
        <w:t>offerto</w:t>
      </w:r>
      <w:r w:rsidR="000B1F96">
        <w:t xml:space="preserve"> al netto del ribasso</w:t>
      </w:r>
      <w:r w:rsidR="0084531D">
        <w:t xml:space="preserve"> </w:t>
      </w:r>
      <w:r w:rsidR="00B96560" w:rsidRPr="00B96560">
        <w:t>si intende comprensivo dei servizi</w:t>
      </w:r>
      <w:r w:rsidR="0084531D">
        <w:t>.</w:t>
      </w:r>
      <w:r w:rsidR="00B96560" w:rsidRPr="00B96560">
        <w:rPr>
          <w:b/>
        </w:rPr>
        <w:t xml:space="preserve"> </w:t>
      </w:r>
    </w:p>
    <w:p w14:paraId="0BA4B23F" w14:textId="77777777" w:rsidR="007048B7" w:rsidRPr="00F41942" w:rsidRDefault="007048B7" w:rsidP="00E364AD">
      <w:pPr>
        <w:pStyle w:val="LetteraTipo"/>
        <w:jc w:val="both"/>
        <w:rPr>
          <w:b/>
          <w:u w:val="single"/>
        </w:rPr>
      </w:pPr>
    </w:p>
    <w:p w14:paraId="4DA5B83C" w14:textId="2F67433E" w:rsidR="00E31F0D" w:rsidRDefault="00866044" w:rsidP="00F94AD3">
      <w:pPr>
        <w:jc w:val="both"/>
        <w:rPr>
          <w:rFonts w:ascii="Arial" w:hAnsi="Arial" w:cs="Arial"/>
          <w:b/>
          <w:sz w:val="20"/>
          <w:szCs w:val="20"/>
        </w:rPr>
      </w:pPr>
      <w:r w:rsidRPr="00F94AD3">
        <w:rPr>
          <w:rFonts w:ascii="Arial" w:hAnsi="Arial" w:cs="Arial"/>
          <w:b/>
          <w:sz w:val="20"/>
          <w:szCs w:val="20"/>
        </w:rPr>
        <w:t xml:space="preserve">Si precisa che il presente Modello </w:t>
      </w:r>
      <w:r w:rsidR="00F94AD3">
        <w:rPr>
          <w:rFonts w:ascii="Arial" w:hAnsi="Arial" w:cs="Arial"/>
          <w:b/>
          <w:sz w:val="20"/>
          <w:szCs w:val="20"/>
        </w:rPr>
        <w:t>è sottoscritto,</w:t>
      </w:r>
      <w:r w:rsidR="00BB501E">
        <w:rPr>
          <w:rFonts w:ascii="Arial" w:hAnsi="Arial" w:cs="Arial"/>
          <w:b/>
          <w:sz w:val="20"/>
          <w:szCs w:val="20"/>
        </w:rPr>
        <w:t xml:space="preserve"> ai sensi del D.</w:t>
      </w:r>
      <w:r w:rsidR="00E31F0D" w:rsidRPr="00F94AD3">
        <w:rPr>
          <w:rFonts w:ascii="Arial" w:hAnsi="Arial" w:cs="Arial"/>
          <w:b/>
          <w:sz w:val="20"/>
          <w:szCs w:val="20"/>
        </w:rPr>
        <w:t>lgs. n. 82/2005:</w:t>
      </w:r>
    </w:p>
    <w:p w14:paraId="278B7166" w14:textId="77777777" w:rsidR="00BB501E" w:rsidRPr="00F94AD3" w:rsidRDefault="00BB501E" w:rsidP="00F94AD3">
      <w:pPr>
        <w:jc w:val="both"/>
        <w:rPr>
          <w:rFonts w:ascii="Arial" w:hAnsi="Arial" w:cs="Arial"/>
          <w:b/>
          <w:sz w:val="20"/>
          <w:szCs w:val="20"/>
        </w:rPr>
      </w:pPr>
    </w:p>
    <w:p w14:paraId="6999AF0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dal concorrente che partecipa in forma singola;</w:t>
      </w:r>
    </w:p>
    <w:p w14:paraId="47DCD2EC"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costituiti, dalla mandataria/capofila;</w:t>
      </w:r>
    </w:p>
    <w:p w14:paraId="7D947BBA"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non ancora costituiti, da tutti i soggetti che costituiranno il raggruppamento o il consorzio o il gruppo;</w:t>
      </w:r>
    </w:p>
    <w:p w14:paraId="445B802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aggregazioni di retisti:</w:t>
      </w:r>
    </w:p>
    <w:p w14:paraId="05508CD3" w14:textId="3B1A7877"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 xml:space="preserve">se la rete è dotata di un organo comune con potere di rappresentanza e con soggettività giuridica, ai sensi dell’articolo 3, comma 4-quater, del decreto legge 10 febbraio 2009, n. 5, </w:t>
      </w:r>
      <w:r w:rsidRPr="00BB501E">
        <w:rPr>
          <w:rFonts w:ascii="Arial" w:hAnsi="Arial" w:cs="Arial"/>
          <w:sz w:val="20"/>
          <w:szCs w:val="20"/>
        </w:rPr>
        <w:lastRenderedPageBreak/>
        <w:t>la domanda di partecipazione deve essere sottoscritta dal solo operatore economico che riveste la funzione di organo comune;</w:t>
      </w:r>
    </w:p>
    <w:p w14:paraId="7E372BA7" w14:textId="59F6A1CF"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25929DEE" w14:textId="61AEF0B9" w:rsidR="00E31F0D" w:rsidRPr="00BB501E" w:rsidRDefault="00E31F0D" w:rsidP="00BB501E">
      <w:pPr>
        <w:pStyle w:val="Paragrafoelenco"/>
        <w:numPr>
          <w:ilvl w:val="0"/>
          <w:numId w:val="14"/>
        </w:numPr>
        <w:jc w:val="both"/>
        <w:rPr>
          <w:rFonts w:ascii="Arial" w:hAnsi="Arial" w:cs="Arial"/>
          <w:sz w:val="20"/>
          <w:szCs w:val="20"/>
        </w:rPr>
      </w:pPr>
      <w:r w:rsidRPr="00BB501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0DAA736D" w14:textId="17635F21" w:rsidR="00E31F0D" w:rsidRPr="00F94AD3" w:rsidRDefault="00E31F0D" w:rsidP="00F94AD3">
      <w:pPr>
        <w:jc w:val="both"/>
        <w:rPr>
          <w:rFonts w:ascii="Arial" w:hAnsi="Arial" w:cs="Arial"/>
          <w:sz w:val="20"/>
          <w:szCs w:val="20"/>
        </w:rPr>
      </w:pPr>
      <w:r w:rsidRPr="00F94AD3">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5DC8CED" w14:textId="77777777" w:rsidR="00BB501E" w:rsidRDefault="00BB501E" w:rsidP="00F94AD3">
      <w:pPr>
        <w:jc w:val="both"/>
        <w:rPr>
          <w:rFonts w:ascii="Arial" w:hAnsi="Arial" w:cs="Arial"/>
          <w:sz w:val="20"/>
          <w:szCs w:val="20"/>
        </w:rPr>
      </w:pPr>
    </w:p>
    <w:p w14:paraId="49172A93" w14:textId="77777777" w:rsidR="00BB501E" w:rsidRDefault="00BB501E" w:rsidP="00F94AD3">
      <w:pPr>
        <w:jc w:val="both"/>
        <w:rPr>
          <w:rFonts w:ascii="Arial" w:hAnsi="Arial" w:cs="Arial"/>
          <w:sz w:val="20"/>
          <w:szCs w:val="20"/>
        </w:rPr>
      </w:pPr>
    </w:p>
    <w:p w14:paraId="7B392650" w14:textId="3FA2D7C0" w:rsidR="00273F31" w:rsidRPr="00F94AD3" w:rsidRDefault="00EF014A" w:rsidP="00F94AD3">
      <w:pPr>
        <w:jc w:val="both"/>
        <w:rPr>
          <w:rFonts w:ascii="Arial" w:hAnsi="Arial" w:cs="Arial"/>
          <w:sz w:val="20"/>
          <w:szCs w:val="20"/>
        </w:rPr>
      </w:pPr>
      <w:r w:rsidRPr="00F94AD3">
        <w:rPr>
          <w:rFonts w:ascii="Arial" w:hAnsi="Arial" w:cs="Arial"/>
          <w:sz w:val="20"/>
          <w:szCs w:val="20"/>
        </w:rPr>
        <w:t>Il presente Modello è firmato</w:t>
      </w:r>
      <w:r w:rsidR="00E31F0D" w:rsidRPr="00F94AD3">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Default="00BB501E" w:rsidP="00F94AD3">
      <w:pPr>
        <w:jc w:val="both"/>
        <w:rPr>
          <w:rFonts w:ascii="Arial" w:hAnsi="Arial" w:cs="Arial"/>
          <w:b/>
          <w:sz w:val="20"/>
          <w:szCs w:val="20"/>
        </w:rPr>
      </w:pPr>
    </w:p>
    <w:p w14:paraId="764A5AE2" w14:textId="6241391E" w:rsidR="006E3078" w:rsidRPr="00F94AD3" w:rsidRDefault="002F413E" w:rsidP="00F94AD3">
      <w:pPr>
        <w:jc w:val="both"/>
        <w:rPr>
          <w:rFonts w:ascii="Arial" w:hAnsi="Arial" w:cs="Arial"/>
          <w:sz w:val="20"/>
          <w:szCs w:val="20"/>
        </w:rPr>
      </w:pPr>
      <w:r w:rsidRPr="000E3FE4">
        <w:rPr>
          <w:rFonts w:ascii="Arial" w:hAnsi="Arial" w:cs="Arial"/>
          <w:b/>
          <w:sz w:val="20"/>
          <w:szCs w:val="20"/>
        </w:rPr>
        <w:t>Al fine di agevolare i lavori della Commissione esaminatrice ed evitare eventuali error</w:t>
      </w:r>
      <w:r w:rsidR="00A05AE5" w:rsidRPr="000E3FE4">
        <w:rPr>
          <w:rFonts w:ascii="Arial" w:hAnsi="Arial" w:cs="Arial"/>
          <w:b/>
          <w:sz w:val="20"/>
          <w:szCs w:val="20"/>
        </w:rPr>
        <w:t xml:space="preserve">i di trascrizione, si invita a </w:t>
      </w:r>
      <w:r w:rsidRPr="000E3FE4">
        <w:rPr>
          <w:rFonts w:ascii="Arial" w:hAnsi="Arial" w:cs="Arial"/>
          <w:b/>
          <w:sz w:val="20"/>
          <w:szCs w:val="20"/>
        </w:rPr>
        <w:t>rendere le dichiarazioni utilizzando materialmente il presente modello o una sua fotocopia</w:t>
      </w:r>
      <w:r w:rsidRPr="00F94AD3">
        <w:rPr>
          <w:rFonts w:ascii="Arial" w:hAnsi="Arial" w:cs="Arial"/>
          <w:sz w:val="20"/>
          <w:szCs w:val="20"/>
        </w:rPr>
        <w:t>.</w:t>
      </w:r>
    </w:p>
    <w:sectPr w:rsidR="006E3078" w:rsidRPr="00F94AD3" w:rsidSect="00DE3F78">
      <w:headerReference w:type="default" r:id="rId8"/>
      <w:footerReference w:type="default" r:id="rId9"/>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F91BE9D" w:rsidR="00206085" w:rsidRPr="00A153F4" w:rsidRDefault="00D4161B" w:rsidP="00DB44A3">
    <w:pPr>
      <w:pStyle w:val="Pidipagina"/>
      <w:jc w:val="right"/>
      <w:rPr>
        <w:rFonts w:ascii="Arial" w:hAnsi="Arial" w:cs="Arial"/>
        <w:b/>
        <w:sz w:val="16"/>
        <w:szCs w:val="16"/>
      </w:rPr>
    </w:pPr>
    <w:r>
      <w:rPr>
        <w:rFonts w:ascii="Arial" w:hAnsi="Arial" w:cs="Arial"/>
        <w:b/>
        <w:sz w:val="16"/>
        <w:szCs w:val="16"/>
      </w:rPr>
      <w:t xml:space="preserve">Modello </w:t>
    </w:r>
    <w:r w:rsidR="00206085" w:rsidRPr="00A153F4">
      <w:rPr>
        <w:rFonts w:ascii="Arial" w:hAnsi="Arial" w:cs="Arial"/>
        <w:b/>
        <w:sz w:val="16"/>
        <w:szCs w:val="16"/>
      </w:rPr>
      <w:t xml:space="preserve">C </w:t>
    </w:r>
    <w:r w:rsidR="00206085" w:rsidRPr="00A153F4">
      <w:rPr>
        <w:rFonts w:ascii="Arial" w:hAnsi="Arial" w:cs="Arial"/>
        <w:b/>
        <w:snapToGrid w:val="0"/>
        <w:sz w:val="16"/>
        <w:szCs w:val="16"/>
      </w:rPr>
      <w:t xml:space="preserve">Pagina </w:t>
    </w:r>
    <w:r w:rsidR="002C08C2">
      <w:rPr>
        <w:rFonts w:ascii="Arial" w:hAnsi="Arial" w:cs="Arial"/>
        <w:b/>
        <w:snapToGrid w:val="0"/>
        <w:sz w:val="16"/>
        <w:szCs w:val="16"/>
      </w:rPr>
      <w:t>5</w:t>
    </w:r>
    <w:r w:rsidR="00206085" w:rsidRPr="00A153F4">
      <w:rPr>
        <w:rFonts w:ascii="Arial" w:hAnsi="Arial" w:cs="Arial"/>
        <w:b/>
        <w:snapToGrid w:val="0"/>
        <w:sz w:val="16"/>
        <w:szCs w:val="16"/>
      </w:rPr>
      <w:t xml:space="preserve"> di </w:t>
    </w:r>
    <w:r w:rsidR="00526DD0">
      <w:rPr>
        <w:rFonts w:ascii="Arial" w:hAnsi="Arial" w:cs="Arial"/>
        <w:b/>
        <w:snapToGrid w:val="0"/>
        <w:sz w:val="16"/>
        <w:szCs w:val="16"/>
      </w:rPr>
      <w:t>5</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3AC03C38"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r w:rsidR="007B0C97">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MP/xZ9au+56HqA0NL5jxoJiycszmVjVbVhR0Bg5qPaAcEpBYKpBLBoWpVwWo7aQ7jDjEWa45ltRHyQj/LuwSw==" w:salt="WR/9tKEbSOOgf3CjHYys6Q=="/>
  <w:defaultTabStop w:val="708"/>
  <w:hyphenationZone w:val="283"/>
  <w:noPunctuationKerning/>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1F96"/>
    <w:rsid w:val="000B42E2"/>
    <w:rsid w:val="000B502B"/>
    <w:rsid w:val="000B6B93"/>
    <w:rsid w:val="000C0B28"/>
    <w:rsid w:val="000C1269"/>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41BE"/>
    <w:rsid w:val="00224703"/>
    <w:rsid w:val="00225669"/>
    <w:rsid w:val="00227274"/>
    <w:rsid w:val="0023372B"/>
    <w:rsid w:val="00235018"/>
    <w:rsid w:val="00235A0D"/>
    <w:rsid w:val="00237571"/>
    <w:rsid w:val="00237CC4"/>
    <w:rsid w:val="00240CCC"/>
    <w:rsid w:val="002430A6"/>
    <w:rsid w:val="00246E5D"/>
    <w:rsid w:val="002476AF"/>
    <w:rsid w:val="00247991"/>
    <w:rsid w:val="00251963"/>
    <w:rsid w:val="00251A4D"/>
    <w:rsid w:val="00253043"/>
    <w:rsid w:val="0025414D"/>
    <w:rsid w:val="0026037B"/>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C08C2"/>
    <w:rsid w:val="002C3A29"/>
    <w:rsid w:val="002D1002"/>
    <w:rsid w:val="002D1819"/>
    <w:rsid w:val="002D3EFF"/>
    <w:rsid w:val="002D5F59"/>
    <w:rsid w:val="002D7DD3"/>
    <w:rsid w:val="002E1C35"/>
    <w:rsid w:val="002E31FA"/>
    <w:rsid w:val="002E3F8A"/>
    <w:rsid w:val="002E45D6"/>
    <w:rsid w:val="002E685E"/>
    <w:rsid w:val="002E71DA"/>
    <w:rsid w:val="002F12F7"/>
    <w:rsid w:val="002F3165"/>
    <w:rsid w:val="002F3574"/>
    <w:rsid w:val="002F413E"/>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8F8"/>
    <w:rsid w:val="003C10DB"/>
    <w:rsid w:val="003C261B"/>
    <w:rsid w:val="003D0EAF"/>
    <w:rsid w:val="003D1EFB"/>
    <w:rsid w:val="003D254D"/>
    <w:rsid w:val="003D42A4"/>
    <w:rsid w:val="003D5806"/>
    <w:rsid w:val="003D5A31"/>
    <w:rsid w:val="003D5E98"/>
    <w:rsid w:val="003D6D2A"/>
    <w:rsid w:val="003D7951"/>
    <w:rsid w:val="003E1B4B"/>
    <w:rsid w:val="003E380E"/>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1627"/>
    <w:rsid w:val="0043414D"/>
    <w:rsid w:val="00434162"/>
    <w:rsid w:val="00434B3C"/>
    <w:rsid w:val="0043795B"/>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70E15"/>
    <w:rsid w:val="004715E7"/>
    <w:rsid w:val="0047186A"/>
    <w:rsid w:val="00472AEB"/>
    <w:rsid w:val="0047428A"/>
    <w:rsid w:val="00481C7F"/>
    <w:rsid w:val="0048224E"/>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CEE"/>
    <w:rsid w:val="004C0892"/>
    <w:rsid w:val="004C0E7A"/>
    <w:rsid w:val="004C5933"/>
    <w:rsid w:val="004C7146"/>
    <w:rsid w:val="004D18DC"/>
    <w:rsid w:val="004D1A36"/>
    <w:rsid w:val="004D20F5"/>
    <w:rsid w:val="004D2AE1"/>
    <w:rsid w:val="004D32CB"/>
    <w:rsid w:val="004D61F3"/>
    <w:rsid w:val="004D7F41"/>
    <w:rsid w:val="004E018D"/>
    <w:rsid w:val="004E1706"/>
    <w:rsid w:val="004E3290"/>
    <w:rsid w:val="004E4696"/>
    <w:rsid w:val="004E60E3"/>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97E08"/>
    <w:rsid w:val="005A0394"/>
    <w:rsid w:val="005A0FEF"/>
    <w:rsid w:val="005A183D"/>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2D74"/>
    <w:rsid w:val="00643B75"/>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C97"/>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1F7"/>
    <w:rsid w:val="008322AF"/>
    <w:rsid w:val="00832E4F"/>
    <w:rsid w:val="008348C5"/>
    <w:rsid w:val="00835127"/>
    <w:rsid w:val="00836C4B"/>
    <w:rsid w:val="0084531D"/>
    <w:rsid w:val="0084714C"/>
    <w:rsid w:val="00850009"/>
    <w:rsid w:val="00850E28"/>
    <w:rsid w:val="008514AA"/>
    <w:rsid w:val="008523A5"/>
    <w:rsid w:val="00854175"/>
    <w:rsid w:val="0085673D"/>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B72AB"/>
    <w:rsid w:val="008C19EA"/>
    <w:rsid w:val="008C2740"/>
    <w:rsid w:val="008C6252"/>
    <w:rsid w:val="008C7267"/>
    <w:rsid w:val="008D4FDC"/>
    <w:rsid w:val="008D7167"/>
    <w:rsid w:val="008D7600"/>
    <w:rsid w:val="008E0602"/>
    <w:rsid w:val="008E12E5"/>
    <w:rsid w:val="008E21F9"/>
    <w:rsid w:val="008E220D"/>
    <w:rsid w:val="008E2478"/>
    <w:rsid w:val="008E6275"/>
    <w:rsid w:val="008E717E"/>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479D7"/>
    <w:rsid w:val="00950882"/>
    <w:rsid w:val="00950CE1"/>
    <w:rsid w:val="009539E0"/>
    <w:rsid w:val="00953BF9"/>
    <w:rsid w:val="00960C4B"/>
    <w:rsid w:val="00961FD1"/>
    <w:rsid w:val="00964917"/>
    <w:rsid w:val="00965517"/>
    <w:rsid w:val="00971471"/>
    <w:rsid w:val="00974CC4"/>
    <w:rsid w:val="0097555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3C71"/>
    <w:rsid w:val="009C4F9B"/>
    <w:rsid w:val="009C5235"/>
    <w:rsid w:val="009C5BCE"/>
    <w:rsid w:val="009D3776"/>
    <w:rsid w:val="009D564B"/>
    <w:rsid w:val="009E10C8"/>
    <w:rsid w:val="009E2111"/>
    <w:rsid w:val="009E4779"/>
    <w:rsid w:val="009E5977"/>
    <w:rsid w:val="009E7162"/>
    <w:rsid w:val="009F1867"/>
    <w:rsid w:val="009F461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104C"/>
    <w:rsid w:val="00A4180C"/>
    <w:rsid w:val="00A442E9"/>
    <w:rsid w:val="00A46105"/>
    <w:rsid w:val="00A47168"/>
    <w:rsid w:val="00A51563"/>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1F06"/>
    <w:rsid w:val="00AA21B9"/>
    <w:rsid w:val="00AA43F9"/>
    <w:rsid w:val="00AA54B9"/>
    <w:rsid w:val="00AA6621"/>
    <w:rsid w:val="00AA6BB6"/>
    <w:rsid w:val="00AB32F9"/>
    <w:rsid w:val="00AB33C3"/>
    <w:rsid w:val="00AB3E4B"/>
    <w:rsid w:val="00AB435B"/>
    <w:rsid w:val="00AC0DEA"/>
    <w:rsid w:val="00AC4BE3"/>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AF6C72"/>
    <w:rsid w:val="00B00B6B"/>
    <w:rsid w:val="00B024FC"/>
    <w:rsid w:val="00B038A8"/>
    <w:rsid w:val="00B05F0F"/>
    <w:rsid w:val="00B06095"/>
    <w:rsid w:val="00B12243"/>
    <w:rsid w:val="00B1633B"/>
    <w:rsid w:val="00B16662"/>
    <w:rsid w:val="00B17A00"/>
    <w:rsid w:val="00B17AC8"/>
    <w:rsid w:val="00B24443"/>
    <w:rsid w:val="00B25C4A"/>
    <w:rsid w:val="00B2777F"/>
    <w:rsid w:val="00B34A2B"/>
    <w:rsid w:val="00B34C66"/>
    <w:rsid w:val="00B36162"/>
    <w:rsid w:val="00B371E2"/>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96560"/>
    <w:rsid w:val="00BA1BFD"/>
    <w:rsid w:val="00BA7F7C"/>
    <w:rsid w:val="00BB066D"/>
    <w:rsid w:val="00BB0BC4"/>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16DFF"/>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6334"/>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2814"/>
    <w:rsid w:val="00FE38AE"/>
    <w:rsid w:val="00FE3C52"/>
    <w:rsid w:val="00FE3D7E"/>
    <w:rsid w:val="00FF1B3A"/>
    <w:rsid w:val="00FF211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843740473">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7BAA1139C49484C9B00C360E1C825B2"/>
        <w:category>
          <w:name w:val="Generale"/>
          <w:gallery w:val="placeholder"/>
        </w:category>
        <w:types>
          <w:type w:val="bbPlcHdr"/>
        </w:types>
        <w:behaviors>
          <w:behavior w:val="content"/>
        </w:behaviors>
        <w:guid w:val="{0A20603E-6CED-41A1-8B74-0F437BDD78C3}"/>
      </w:docPartPr>
      <w:docPartBody>
        <w:p w:rsidR="009458C2" w:rsidRDefault="00182E1B" w:rsidP="00182E1B">
          <w:pPr>
            <w:pStyle w:val="F7BAA1139C49484C9B00C360E1C825B2"/>
          </w:pPr>
          <w:r w:rsidRPr="000C4B79">
            <w:rPr>
              <w:rStyle w:val="Testosegnaposto"/>
            </w:rPr>
            <w:t>Fare clic qui per immettere testo.</w:t>
          </w:r>
        </w:p>
      </w:docPartBody>
    </w:docPart>
    <w:docPart>
      <w:docPartPr>
        <w:name w:val="14BA016B85C74214B12A7BC8DB6D8235"/>
        <w:category>
          <w:name w:val="Generale"/>
          <w:gallery w:val="placeholder"/>
        </w:category>
        <w:types>
          <w:type w:val="bbPlcHdr"/>
        </w:types>
        <w:behaviors>
          <w:behavior w:val="content"/>
        </w:behaviors>
        <w:guid w:val="{903D6549-41CA-4887-94F2-7D842B4864B9}"/>
      </w:docPartPr>
      <w:docPartBody>
        <w:p w:rsidR="009458C2" w:rsidRDefault="00182E1B" w:rsidP="00182E1B">
          <w:pPr>
            <w:pStyle w:val="14BA016B85C74214B12A7BC8DB6D8235"/>
          </w:pPr>
          <w:r w:rsidRPr="000C4B79">
            <w:rPr>
              <w:rStyle w:val="Testosegnaposto"/>
            </w:rPr>
            <w:t>Fare clic qui per immettere testo.</w:t>
          </w:r>
        </w:p>
      </w:docPartBody>
    </w:docPart>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
      <w:docPartPr>
        <w:name w:val="62506EFBC0AF47CEA9966024B80240BA"/>
        <w:category>
          <w:name w:val="Generale"/>
          <w:gallery w:val="placeholder"/>
        </w:category>
        <w:types>
          <w:type w:val="bbPlcHdr"/>
        </w:types>
        <w:behaviors>
          <w:behavior w:val="content"/>
        </w:behaviors>
        <w:guid w:val="{83B31156-BE64-4B23-AB28-DDA0CA76B043}"/>
      </w:docPartPr>
      <w:docPartBody>
        <w:p w:rsidR="00570E11" w:rsidRDefault="00AE3278" w:rsidP="00AE3278">
          <w:pPr>
            <w:pStyle w:val="62506EFBC0AF47CEA9966024B80240BA"/>
          </w:pPr>
          <w:r w:rsidRPr="007176B6">
            <w:rPr>
              <w:rStyle w:val="Testosegnaposto"/>
            </w:rPr>
            <w:t>Fare clic qui per immettere testo.</w:t>
          </w:r>
        </w:p>
      </w:docPartBody>
    </w:docPart>
    <w:docPart>
      <w:docPartPr>
        <w:name w:val="A61E139D90D34CB5A74A498C8C5CDA6F"/>
        <w:category>
          <w:name w:val="Generale"/>
          <w:gallery w:val="placeholder"/>
        </w:category>
        <w:types>
          <w:type w:val="bbPlcHdr"/>
        </w:types>
        <w:behaviors>
          <w:behavior w:val="content"/>
        </w:behaviors>
        <w:guid w:val="{A2F2BD6E-808E-4C7D-805A-CD005884847C}"/>
      </w:docPartPr>
      <w:docPartBody>
        <w:p w:rsidR="00791A46" w:rsidRDefault="00554DB5" w:rsidP="00554DB5">
          <w:pPr>
            <w:pStyle w:val="A61E139D90D34CB5A74A498C8C5CDA6F"/>
          </w:pPr>
          <w:r w:rsidRPr="000C4B79">
            <w:rPr>
              <w:rStyle w:val="Testosegnaposto"/>
            </w:rPr>
            <w:t>Fare clic qui per immettere testo.</w:t>
          </w:r>
        </w:p>
      </w:docPartBody>
    </w:docPart>
    <w:docPart>
      <w:docPartPr>
        <w:name w:val="371E20F56B684403BF6F1BB9DDC462A8"/>
        <w:category>
          <w:name w:val="Generale"/>
          <w:gallery w:val="placeholder"/>
        </w:category>
        <w:types>
          <w:type w:val="bbPlcHdr"/>
        </w:types>
        <w:behaviors>
          <w:behavior w:val="content"/>
        </w:behaviors>
        <w:guid w:val="{22C92780-23A1-4B95-A0A6-978FA3D68711}"/>
      </w:docPartPr>
      <w:docPartBody>
        <w:p w:rsidR="00CC3B69" w:rsidRDefault="00791A46" w:rsidP="00791A46">
          <w:pPr>
            <w:pStyle w:val="371E20F56B684403BF6F1BB9DDC462A8"/>
          </w:pPr>
          <w:r w:rsidRPr="000C4B79">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54DB5"/>
    <w:rsid w:val="00570E11"/>
    <w:rsid w:val="005D7B09"/>
    <w:rsid w:val="005F0467"/>
    <w:rsid w:val="0060516A"/>
    <w:rsid w:val="006F5513"/>
    <w:rsid w:val="006F7CC4"/>
    <w:rsid w:val="00712E23"/>
    <w:rsid w:val="007557D9"/>
    <w:rsid w:val="00791A46"/>
    <w:rsid w:val="00823A6A"/>
    <w:rsid w:val="008B5DA5"/>
    <w:rsid w:val="009458C2"/>
    <w:rsid w:val="009C439C"/>
    <w:rsid w:val="009E1C3E"/>
    <w:rsid w:val="00A33B61"/>
    <w:rsid w:val="00A929D4"/>
    <w:rsid w:val="00AB4BA7"/>
    <w:rsid w:val="00AC260E"/>
    <w:rsid w:val="00AE3278"/>
    <w:rsid w:val="00BE6DDA"/>
    <w:rsid w:val="00C835CA"/>
    <w:rsid w:val="00C83949"/>
    <w:rsid w:val="00CC3B6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91A46"/>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 w:type="paragraph" w:customStyle="1" w:styleId="62506EFBC0AF47CEA9966024B80240BA">
    <w:name w:val="62506EFBC0AF47CEA9966024B80240BA"/>
    <w:rsid w:val="00AE3278"/>
  </w:style>
  <w:style w:type="paragraph" w:customStyle="1" w:styleId="A61E139D90D34CB5A74A498C8C5CDA6F">
    <w:name w:val="A61E139D90D34CB5A74A498C8C5CDA6F"/>
    <w:rsid w:val="00554DB5"/>
  </w:style>
  <w:style w:type="paragraph" w:customStyle="1" w:styleId="371E20F56B684403BF6F1BB9DDC462A8">
    <w:name w:val="371E20F56B684403BF6F1BB9DDC462A8"/>
    <w:rsid w:val="00791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778FF-15D1-4C81-B16B-95333B36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D03B9BE8</Template>
  <TotalTime>126</TotalTime>
  <Pages>3</Pages>
  <Words>923</Words>
  <Characters>5536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55</cp:revision>
  <cp:lastPrinted>2023-09-27T10:37:00Z</cp:lastPrinted>
  <dcterms:created xsi:type="dcterms:W3CDTF">2020-10-07T10:26:00Z</dcterms:created>
  <dcterms:modified xsi:type="dcterms:W3CDTF">2023-10-11T12:25:00Z</dcterms:modified>
</cp:coreProperties>
</file>